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8F3DD" w14:textId="77777777" w:rsidR="00083CDD" w:rsidRDefault="00083CDD" w:rsidP="009B3BA2"/>
    <w:p w14:paraId="2CC05574" w14:textId="77777777" w:rsidR="005554BE" w:rsidRDefault="005554BE" w:rsidP="009B3BA2"/>
    <w:p w14:paraId="699B19D5" w14:textId="77777777" w:rsidR="005554BE" w:rsidRDefault="005554BE" w:rsidP="009B3BA2"/>
    <w:p w14:paraId="06578D33" w14:textId="77777777" w:rsidR="005554BE" w:rsidRDefault="005554BE" w:rsidP="009B3BA2"/>
    <w:p w14:paraId="67D09679" w14:textId="77777777" w:rsidR="005554BE" w:rsidRDefault="005554BE" w:rsidP="009B3BA2"/>
    <w:p w14:paraId="48297B98" w14:textId="77777777" w:rsidR="005554BE" w:rsidRDefault="005554BE" w:rsidP="009B3BA2"/>
    <w:p w14:paraId="7A7755AD" w14:textId="77777777" w:rsidR="005554BE" w:rsidRDefault="005554BE" w:rsidP="009B3BA2"/>
    <w:p w14:paraId="4F1EB76C" w14:textId="77777777" w:rsidR="005554BE" w:rsidRDefault="005554BE" w:rsidP="009B3BA2"/>
    <w:p w14:paraId="6DB83682" w14:textId="0153B41A" w:rsidR="00217069" w:rsidRDefault="00217069" w:rsidP="009B3BA2"/>
    <w:p w14:paraId="033108EA" w14:textId="0B2FA6B8" w:rsidR="007D59AD" w:rsidRDefault="007D59AD" w:rsidP="009B3BA2"/>
    <w:p w14:paraId="3E1B982D" w14:textId="77777777" w:rsidR="007D59AD" w:rsidRDefault="007D59AD" w:rsidP="009B3BA2"/>
    <w:p w14:paraId="4F100114" w14:textId="77777777" w:rsidR="00217069" w:rsidRDefault="00217069" w:rsidP="009B3BA2"/>
    <w:p w14:paraId="34062CD1" w14:textId="77777777" w:rsidR="005554BE" w:rsidRDefault="005554BE" w:rsidP="009B3BA2"/>
    <w:p w14:paraId="6BF20B84" w14:textId="77777777" w:rsidR="00C81FAB" w:rsidRDefault="00C81FAB" w:rsidP="009B3BA2"/>
    <w:p w14:paraId="3FB0ACA2" w14:textId="77777777" w:rsidR="005554BE" w:rsidRDefault="005554BE" w:rsidP="009B3BA2"/>
    <w:p w14:paraId="14EFE17F" w14:textId="77777777" w:rsidR="005554BE" w:rsidRDefault="005554BE" w:rsidP="009B3BA2"/>
    <w:p w14:paraId="51AA7DEE" w14:textId="77777777" w:rsidR="00213EE5" w:rsidRDefault="00213EE5" w:rsidP="009B3BA2"/>
    <w:p w14:paraId="14AE0787" w14:textId="77777777" w:rsidR="005554BE" w:rsidRDefault="005554BE" w:rsidP="009B3BA2"/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5554BE" w:rsidRPr="005554BE" w14:paraId="7E11146E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3638761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6</w:t>
            </w:r>
          </w:p>
        </w:tc>
        <w:sdt>
          <w:sdtPr>
            <w:rPr>
              <w:color w:val="000000" w:themeColor="text1"/>
              <w:sz w:val="14"/>
            </w:rPr>
            <w:alias w:val="Popis revize č.6"/>
            <w:tag w:val="Pz6"/>
            <w:id w:val="787498064"/>
            <w:placeholder>
              <w:docPart w:val="4455A44B058644D2A53573B7138F8EC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4C4D7D10" w14:textId="38C76560" w:rsidR="005554BE" w:rsidRPr="005554BE" w:rsidRDefault="007D59AD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6"/>
            <w:tag w:val="Dz6"/>
            <w:id w:val="787498093"/>
            <w:placeholder>
              <w:docPart w:val="0DFCD2D10C0C4F45892D11C61214D8BD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53C3AD25" w14:textId="489F0FB8" w:rsidR="005554BE" w:rsidRPr="005554BE" w:rsidRDefault="007D59AD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6"/>
            <w:tag w:val="Kz6"/>
            <w:id w:val="787498099"/>
            <w:placeholder>
              <w:docPart w:val="9D873DE55F594146AF036837467F035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14D65895" w14:textId="360CC616" w:rsidR="005554BE" w:rsidRPr="005554BE" w:rsidRDefault="007D59AD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327B7D62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049CB06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5</w:t>
            </w:r>
          </w:p>
        </w:tc>
        <w:sdt>
          <w:sdtPr>
            <w:rPr>
              <w:color w:val="000000" w:themeColor="text1"/>
              <w:sz w:val="14"/>
            </w:rPr>
            <w:alias w:val="Popis revize č.5"/>
            <w:tag w:val="Pz5"/>
            <w:id w:val="787498063"/>
            <w:placeholder>
              <w:docPart w:val="BB5140E1D2BB415595063D327FB48DA2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9FEAA2D" w14:textId="47D439B2" w:rsidR="005554BE" w:rsidRPr="005554BE" w:rsidRDefault="007D59AD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5"/>
            <w:tag w:val="Dz5"/>
            <w:id w:val="787498092"/>
            <w:placeholder>
              <w:docPart w:val="8CF145A31CE84D5FB5872EF400C52ADA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9D36A13" w14:textId="6351DA4B" w:rsidR="005554BE" w:rsidRPr="005554BE" w:rsidRDefault="007D59AD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5"/>
            <w:tag w:val="Kz5"/>
            <w:id w:val="787498098"/>
            <w:placeholder>
              <w:docPart w:val="2DC4F3AF62B64394972D5BCD2CBCBB98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5E9919B1" w14:textId="7E54AD29" w:rsidR="005554BE" w:rsidRPr="005554BE" w:rsidRDefault="007D59AD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2216971E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685E986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4</w:t>
            </w:r>
          </w:p>
        </w:tc>
        <w:sdt>
          <w:sdtPr>
            <w:rPr>
              <w:color w:val="000000" w:themeColor="text1"/>
              <w:sz w:val="14"/>
            </w:rPr>
            <w:alias w:val="Popis revize č.4"/>
            <w:tag w:val="Pz4"/>
            <w:id w:val="787498062"/>
            <w:placeholder>
              <w:docPart w:val="A8A0D4CD5BEC4B0D92761194ED8D362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A5C9A1D" w14:textId="3DF9DD0F" w:rsidR="005554BE" w:rsidRPr="005554BE" w:rsidRDefault="007D59AD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4"/>
            <w:tag w:val="Dz4"/>
            <w:id w:val="787498091"/>
            <w:placeholder>
              <w:docPart w:val="4ED01243361B45EBA4ACA7825CE7AC55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D911B9B" w14:textId="39FB6E1E" w:rsidR="005554BE" w:rsidRPr="005554BE" w:rsidRDefault="007D59AD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4"/>
            <w:tag w:val="Kz4"/>
            <w:id w:val="787498097"/>
            <w:placeholder>
              <w:docPart w:val="325AC45C362E49618859C7A5C3DBA529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72DCF7AD" w14:textId="0504CE43" w:rsidR="005554BE" w:rsidRPr="005554BE" w:rsidRDefault="007D59AD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31EEDB8E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7B029B2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787498061"/>
            <w:placeholder>
              <w:docPart w:val="D86FB1FD1B6A4447B8D835C6CA67D1AF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C3C7CAA" w14:textId="0F9ACFE6" w:rsidR="005554BE" w:rsidRPr="005554BE" w:rsidRDefault="007D59AD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Zapracování připomínek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787498090"/>
            <w:placeholder>
              <w:docPart w:val="C5ADEDC169C042E58045EEBBC7B64888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578747EB" w14:textId="0E965B97" w:rsidR="005554BE" w:rsidRPr="005554BE" w:rsidRDefault="007D59AD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19.01.2022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787498096"/>
            <w:placeholder>
              <w:docPart w:val="4CF8D92AFC1D4C658603E21C73231395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7BDEEB1E" w14:textId="4A33398E" w:rsidR="005554BE" w:rsidRPr="005554BE" w:rsidRDefault="007D59AD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Kubová, Ph.D.</w:t>
                </w:r>
              </w:p>
            </w:tc>
          </w:sdtContent>
        </w:sdt>
      </w:tr>
      <w:tr w:rsidR="005554BE" w:rsidRPr="005554BE" w14:paraId="7B557F7E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3369A197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787498060"/>
            <w:placeholder>
              <w:docPart w:val="6F0071A5BD86421684A6380C9CE26BCE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668F0DF" w14:textId="198637E8" w:rsidR="005554BE" w:rsidRPr="005554BE" w:rsidRDefault="003449AD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787498067"/>
            <w:placeholder>
              <w:docPart w:val="A8CFFE72291D4B6085A4D554CCE3797B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2EDA51B" w14:textId="478B08E5" w:rsidR="005554BE" w:rsidRPr="005554BE" w:rsidRDefault="003449AD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17.12.2021</w:t>
                </w:r>
              </w:p>
            </w:tc>
          </w:sdtContent>
        </w:sdt>
        <w:tc>
          <w:tcPr>
            <w:tcW w:w="1874" w:type="dxa"/>
            <w:gridSpan w:val="2"/>
            <w:noWrap/>
            <w:vAlign w:val="center"/>
          </w:tcPr>
          <w:p w14:paraId="61E3CDA8" w14:textId="0B4621CF" w:rsidR="005554BE" w:rsidRPr="005554BE" w:rsidRDefault="002C2AE8" w:rsidP="00916646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  <w:sdt>
              <w:sdtPr>
                <w:rPr>
                  <w:color w:val="000000" w:themeColor="text1"/>
                  <w:sz w:val="14"/>
                </w:rPr>
                <w:alias w:val="Schválil revizi č.2"/>
                <w:tag w:val="Kz2"/>
                <w:id w:val="787498095"/>
                <w:placeholder>
                  <w:docPart w:val="680FD3CCD2DD446FBB1C0923F02C12CC"/>
                </w:placeholder>
                <w:text/>
              </w:sdtPr>
              <w:sdtEndPr/>
              <w:sdtContent>
                <w:r w:rsidR="003449AD">
                  <w:rPr>
                    <w:color w:val="000000" w:themeColor="text1"/>
                    <w:sz w:val="14"/>
                  </w:rPr>
                  <w:t>Ing. Kubová, Ph.D.</w:t>
                </w:r>
              </w:sdtContent>
            </w:sdt>
          </w:p>
        </w:tc>
      </w:tr>
      <w:tr w:rsidR="005554BE" w:rsidRPr="005554BE" w14:paraId="774A1C1F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A090055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787498059"/>
            <w:placeholder>
              <w:docPart w:val="9B31CFBF72D0433A9687AA8F38FF2D1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65E8495" w14:textId="663F5E61" w:rsidR="005554BE" w:rsidRPr="005554BE" w:rsidRDefault="00547B45" w:rsidP="00C81FAB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verze k projednání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787498066"/>
              <w:placeholder>
                <w:docPart w:val="D7E767A543FB49ECB116B02362C08A43"/>
              </w:placeholder>
              <w:text/>
            </w:sdtPr>
            <w:sdtEndPr/>
            <w:sdtContent>
              <w:p w14:paraId="531141D0" w14:textId="1C414111" w:rsidR="005554BE" w:rsidRPr="005554BE" w:rsidRDefault="00547B45" w:rsidP="00916646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29.10.2021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787498094"/>
            <w:placeholder>
              <w:docPart w:val="FA2EDAF59F2B44689D1C4569A81DAFD3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5816A1CD" w14:textId="77777777" w:rsidR="005554BE" w:rsidRPr="005554BE" w:rsidRDefault="009B11BA" w:rsidP="00916646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Kubová, Ph.D.</w:t>
                </w:r>
              </w:p>
            </w:tc>
          </w:sdtContent>
        </w:sdt>
      </w:tr>
      <w:tr w:rsidR="005554BE" w:rsidRPr="005554BE" w14:paraId="366C4D2A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7125CB9E" w14:textId="77777777" w:rsidR="005554BE" w:rsidRPr="00111921" w:rsidRDefault="005554BE" w:rsidP="005554BE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52015E10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19827AC9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3DAD24DF" w14:textId="77777777" w:rsidR="005554BE" w:rsidRPr="00111921" w:rsidRDefault="005554BE" w:rsidP="005554BE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5554BE" w:rsidRPr="005554BE" w14:paraId="5F0BF34F" w14:textId="77777777" w:rsidTr="00054998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73D9090A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83CBB18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7CE2684C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4C830FC" w14:textId="77777777" w:rsidR="005554BE" w:rsidRPr="005554BE" w:rsidRDefault="005554BE" w:rsidP="005554BE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5554BE" w:rsidRPr="005554BE" w14:paraId="4CBACFF8" w14:textId="77777777" w:rsidTr="00213E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68820DA4" w14:textId="77777777" w:rsidR="005554BE" w:rsidRPr="005554BE" w:rsidRDefault="005554BE" w:rsidP="005554BE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noProof/>
                <w:color w:val="000000" w:themeColor="text1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E19D9F" wp14:editId="4068B8D9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EFC6EB3" w14:textId="77777777" w:rsidR="005554BE" w:rsidRPr="00E566A0" w:rsidRDefault="005554BE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Hydroprojekt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552F8E56" w14:textId="77777777" w:rsidR="005554BE" w:rsidRPr="00880E2C" w:rsidRDefault="005554BE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E19D9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" stroked="f">
                      <v:textbox inset="0,0,0,0">
                        <w:txbxContent>
                          <w:p w14:paraId="1EFC6EB3" w14:textId="77777777" w:rsidR="005554BE" w:rsidRPr="00E566A0" w:rsidRDefault="005554BE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Hydroprojekt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552F8E56" w14:textId="77777777" w:rsidR="005554BE" w:rsidRPr="00880E2C" w:rsidRDefault="005554BE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605234A7" w14:textId="77777777" w:rsidR="005554BE" w:rsidRPr="005554BE" w:rsidRDefault="005554BE" w:rsidP="005554BE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0C883FBE" wp14:editId="62020682">
                  <wp:extent cx="1440000" cy="417243"/>
                  <wp:effectExtent l="0" t="0" r="8255" b="1905"/>
                  <wp:docPr id="18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54BE" w:rsidRPr="005554BE" w14:paraId="3744C34E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C94D1D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5A8565E9D62C4EB4B7868765CE501DF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6A01A38" w14:textId="7CEA33E3" w:rsidR="005554BE" w:rsidRPr="005554BE" w:rsidRDefault="00547B45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Bc. Novotná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1A912A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E80E9193088F4781A89190988224340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13FC249" w14:textId="77777777" w:rsidR="005554BE" w:rsidRPr="005554BE" w:rsidRDefault="009B11BA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0D560A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</w:rPr>
            <w:alias w:val="Technická kontrola"/>
            <w:tag w:val="kj_kr"/>
            <w:id w:val="787498102"/>
            <w:placeholder>
              <w:docPart w:val="1F16EF84CFD745F8B83C94148968609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8AAB093" w14:textId="77777777" w:rsidR="005554BE" w:rsidRPr="005554BE" w:rsidRDefault="009B11BA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Kuba, Ph.D.</w:t>
                </w:r>
              </w:p>
            </w:tc>
          </w:sdtContent>
        </w:sdt>
      </w:tr>
      <w:tr w:rsidR="005554BE" w:rsidRPr="005554BE" w14:paraId="22C3D5DF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05613F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778EBF5CA0044D03B4AA2235CEB81A4B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D70ACE4" w14:textId="77777777" w:rsidR="005554BE" w:rsidRPr="005554BE" w:rsidRDefault="009B11BA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A57C19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C551B125A0AB4E45988684B1CCB2306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59699AF" w14:textId="77777777" w:rsidR="005554BE" w:rsidRPr="005554BE" w:rsidRDefault="009B11BA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9296CD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</w:rPr>
            <w:alias w:val="Datum"/>
            <w:tag w:val="DatumCo"/>
            <w:id w:val="787498105"/>
            <w:placeholder>
              <w:docPart w:val="B0F88486065F4C78833A88EC9572FEBB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BB03A93" w14:textId="349D985A" w:rsidR="005554BE" w:rsidRPr="005554BE" w:rsidRDefault="003449AD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12/2021</w:t>
                </w:r>
              </w:p>
            </w:tc>
          </w:sdtContent>
        </w:sdt>
      </w:tr>
      <w:tr w:rsidR="005554BE" w:rsidRPr="005554BE" w14:paraId="28F33A28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F095E4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 w:val="18"/>
              <w:szCs w:val="18"/>
            </w:rPr>
            <w:alias w:val="Objednatel"/>
            <w:tag w:val="Objdok"/>
            <w:id w:val="787498106"/>
            <w:placeholder>
              <w:docPart w:val="52413C6E8A564A21B3AD39BEECD8898C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1B3296A" w14:textId="11F199ED" w:rsidR="005554BE" w:rsidRPr="005554BE" w:rsidRDefault="00547B45" w:rsidP="00916646">
                <w:pPr>
                  <w:jc w:val="left"/>
                  <w:rPr>
                    <w:color w:val="000000" w:themeColor="text1"/>
                    <w:sz w:val="18"/>
                    <w:szCs w:val="18"/>
                  </w:rPr>
                </w:pPr>
                <w:r>
                  <w:rPr>
                    <w:color w:val="000000" w:themeColor="text1"/>
                    <w:sz w:val="18"/>
                    <w:szCs w:val="18"/>
                  </w:rPr>
                  <w:t>Vodárenská společnost Táborsko s.r.o.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489C5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</w:rPr>
            <w:alias w:val="Okres"/>
            <w:tag w:val="Lokalita"/>
            <w:id w:val="787498142"/>
            <w:placeholder>
              <w:docPart w:val="EF3E8C238E4D4C25AEC165941794756D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09A20DAC" w14:textId="77777777" w:rsidR="005554BE" w:rsidRPr="005554BE" w:rsidRDefault="009B11BA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Tábor</w:t>
                </w:r>
              </w:p>
            </w:tc>
          </w:sdtContent>
        </w:sdt>
      </w:tr>
      <w:tr w:rsidR="005554BE" w:rsidRPr="005554BE" w14:paraId="51141453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160ACCA0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AKCE:</w:t>
            </w:r>
          </w:p>
          <w:p w14:paraId="3758E387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1F72009A793D44D69F275E72E39A4155"/>
              </w:placeholder>
              <w:text/>
            </w:sdtPr>
            <w:sdtEndPr/>
            <w:sdtContent>
              <w:p w14:paraId="681D7DDE" w14:textId="5469D819" w:rsidR="00AE0D9D" w:rsidRPr="005554BE" w:rsidRDefault="00547B45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Sezimovo Ústí - ul. Pod Vrbou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_"/>
              <w:id w:val="787498111"/>
              <w:placeholder>
                <w:docPart w:val="6EBF239F87024C759225D9CCE4244952"/>
              </w:placeholder>
              <w:text/>
            </w:sdtPr>
            <w:sdtEndPr/>
            <w:sdtContent>
              <w:p w14:paraId="4E72A6F5" w14:textId="667FC01D" w:rsidR="00AE0D9D" w:rsidRPr="005554BE" w:rsidRDefault="003449AD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Rekonstrukce vodovodu a kanalizace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_"/>
              <w:id w:val="787498114"/>
              <w:placeholder>
                <w:docPart w:val="334C278F48E24E3081F0225913D0B53F"/>
              </w:placeholder>
              <w:showingPlcHdr/>
              <w:text/>
            </w:sdtPr>
            <w:sdtEndPr/>
            <w:sdtContent>
              <w:p w14:paraId="1F7BE1C4" w14:textId="76ED7380" w:rsidR="00AE0D9D" w:rsidRPr="005554BE" w:rsidRDefault="007D59AD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6E90F118" w14:textId="77777777" w:rsidR="005554BE" w:rsidRPr="00ED46E2" w:rsidRDefault="005554BE" w:rsidP="00AE0D9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58E7B71BE9AF4D0C9D999552E636CE9D"/>
              </w:placeholder>
              <w:showingPlcHdr/>
              <w:text/>
            </w:sdtPr>
            <w:sdtEndPr/>
            <w:sdtContent>
              <w:p w14:paraId="497E1E34" w14:textId="42D88A6A" w:rsidR="005554BE" w:rsidRPr="005554BE" w:rsidRDefault="007D59AD" w:rsidP="00916646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598DB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49EF46F" w14:textId="0F512ACC" w:rsidR="005554BE" w:rsidRPr="00217069" w:rsidRDefault="002C2AE8" w:rsidP="00916646">
            <w:pPr>
              <w:jc w:val="left"/>
              <w:rPr>
                <w:color w:val="000000" w:themeColor="text1"/>
                <w:sz w:val="16"/>
              </w:rPr>
            </w:pPr>
            <w:sdt>
              <w:sdtPr>
                <w:rPr>
                  <w:color w:val="000000" w:themeColor="text1"/>
                  <w:sz w:val="16"/>
                </w:rPr>
                <w:alias w:val="Číslo zakázky"/>
                <w:tag w:val="CisloZak"/>
                <w:id w:val="787498143"/>
                <w:placeholder>
                  <w:docPart w:val="4C7CB446A0094AFDB350BBA0773E71AC"/>
                </w:placeholder>
                <w:text/>
              </w:sdtPr>
              <w:sdtEndPr/>
              <w:sdtContent>
                <w:r w:rsidR="00547B45">
                  <w:rPr>
                    <w:color w:val="000000" w:themeColor="text1"/>
                    <w:sz w:val="16"/>
                  </w:rPr>
                  <w:t>11 9216 03 00</w:t>
                </w:r>
              </w:sdtContent>
            </w:sdt>
          </w:p>
        </w:tc>
      </w:tr>
      <w:tr w:rsidR="005554BE" w:rsidRPr="005554BE" w14:paraId="5DAE8AAF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A5C915E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41752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</w:rPr>
            <w:alias w:val="Stupeň"/>
            <w:tag w:val="StupenZ"/>
            <w:id w:val="787498140"/>
            <w:placeholder>
              <w:docPart w:val="77529019E2A642A990A622591BA2FAD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6372C63" w14:textId="6CBD47F6" w:rsidR="005554BE" w:rsidRPr="005554BE" w:rsidRDefault="00547B45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DPS</w:t>
                </w:r>
              </w:p>
            </w:tc>
          </w:sdtContent>
        </w:sdt>
      </w:tr>
      <w:tr w:rsidR="005554BE" w:rsidRPr="005554BE" w14:paraId="221A9AC9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C0B48AC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EFB3F2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FORMÁT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1D70D01" w14:textId="1C197493" w:rsidR="005554BE" w:rsidRPr="005554BE" w:rsidRDefault="00111921" w:rsidP="005554BE">
            <w:pPr>
              <w:jc w:val="left"/>
              <w:rPr>
                <w:color w:val="000000" w:themeColor="text1"/>
                <w:sz w:val="16"/>
              </w:rPr>
            </w:pPr>
            <w:r w:rsidRPr="00111921">
              <w:rPr>
                <w:color w:val="000000" w:themeColor="text1"/>
                <w:sz w:val="16"/>
              </w:rPr>
              <w:fldChar w:fldCharType="begin"/>
            </w:r>
            <w:r w:rsidRPr="00111921">
              <w:rPr>
                <w:color w:val="000000" w:themeColor="text1"/>
                <w:sz w:val="16"/>
              </w:rPr>
              <w:instrText xml:space="preserve"> NUMPAGES   \* MERGEFORMAT </w:instrText>
            </w:r>
            <w:r w:rsidRPr="00111921">
              <w:rPr>
                <w:color w:val="000000" w:themeColor="text1"/>
                <w:sz w:val="16"/>
              </w:rPr>
              <w:fldChar w:fldCharType="separate"/>
            </w:r>
            <w:r w:rsidR="00F64F74">
              <w:rPr>
                <w:noProof/>
                <w:color w:val="000000" w:themeColor="text1"/>
                <w:sz w:val="16"/>
              </w:rPr>
              <w:t>1</w:t>
            </w:r>
            <w:r w:rsidRPr="00111921">
              <w:rPr>
                <w:color w:val="000000" w:themeColor="text1"/>
                <w:sz w:val="16"/>
              </w:rPr>
              <w:fldChar w:fldCharType="end"/>
            </w:r>
            <w:r w:rsidRPr="00111921">
              <w:rPr>
                <w:color w:val="000000" w:themeColor="text1"/>
                <w:sz w:val="16"/>
              </w:rPr>
              <w:t>x A4</w:t>
            </w:r>
          </w:p>
        </w:tc>
      </w:tr>
      <w:tr w:rsidR="005554BE" w:rsidRPr="005554BE" w14:paraId="5616BE35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1B0C611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AB6B18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C38475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6"/>
              </w:rPr>
            </w:pPr>
          </w:p>
        </w:tc>
      </w:tr>
      <w:tr w:rsidR="005554BE" w:rsidRPr="005554BE" w14:paraId="4142EF1E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418BE805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50EFD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</w:rPr>
            <w:alias w:val="Archivní číslo"/>
            <w:tag w:val="Poc"/>
            <w:id w:val="787498132"/>
            <w:placeholder>
              <w:docPart w:val="72C4041A107D45C197C66720C0B47045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4F0D0343" w14:textId="35DA4094" w:rsidR="005554BE" w:rsidRPr="005554BE" w:rsidRDefault="00547B45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005880/21/1</w:t>
                </w:r>
              </w:p>
            </w:tc>
          </w:sdtContent>
        </w:sdt>
      </w:tr>
      <w:tr w:rsidR="005554BE" w:rsidRPr="005554BE" w14:paraId="57CB1286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DC1A34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ČÁST STAVBY</w:t>
            </w:r>
          </w:p>
        </w:tc>
        <w:sdt>
          <w:sdtPr>
            <w:rPr>
              <w:color w:val="000000" w:themeColor="text1"/>
              <w:sz w:val="18"/>
            </w:rPr>
            <w:alias w:val="Část stavby"/>
            <w:tag w:val="CastSt"/>
            <w:id w:val="787498116"/>
            <w:placeholder>
              <w:docPart w:val="40865045EBF848C3A76EB5738EF19A05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9E62197" w14:textId="77777777" w:rsidR="005554BE" w:rsidRPr="005554BE" w:rsidRDefault="009B11BA" w:rsidP="00916646">
                <w:pPr>
                  <w:jc w:val="left"/>
                  <w:rPr>
                    <w:color w:val="000000" w:themeColor="text1"/>
                    <w:sz w:val="18"/>
                  </w:rPr>
                </w:pPr>
                <w:r>
                  <w:rPr>
                    <w:color w:val="000000" w:themeColor="text1"/>
                    <w:sz w:val="18"/>
                  </w:rPr>
                  <w:t>Kanalizace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A3A2D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SO/PS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O/PS"/>
            <w:tag w:val="SOPS"/>
            <w:id w:val="787498131"/>
            <w:placeholder>
              <w:docPart w:val="EC523795870949DC872D4704BC3EF38A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CAB6EEA" w14:textId="77777777" w:rsidR="005554BE" w:rsidRPr="005554BE" w:rsidRDefault="009B11BA" w:rsidP="00916646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SO 01</w:t>
                </w:r>
              </w:p>
            </w:tc>
          </w:sdtContent>
        </w:sdt>
      </w:tr>
      <w:tr w:rsidR="005554BE" w:rsidRPr="005554BE" w14:paraId="259A79BB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249280EA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AEBE97ACAC0479D8FF7A077D1827D07"/>
              </w:placeholder>
              <w:text/>
            </w:sdtPr>
            <w:sdtEndPr/>
            <w:sdtContent>
              <w:p w14:paraId="23684981" w14:textId="77777777" w:rsidR="005554BE" w:rsidRPr="005554BE" w:rsidRDefault="009B11BA" w:rsidP="00916646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Tabulka kanalizačních přípojek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2D8B20D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lo"/>
            <w:id w:val="787498126"/>
            <w:placeholder>
              <w:docPart w:val="45AD43DCB01E492EAE38DD2CD8AC6EFD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7E3394E7" w14:textId="2E9C3DCD" w:rsidR="005554BE" w:rsidRPr="005554BE" w:rsidRDefault="00547B45" w:rsidP="00916646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D.1.1.1.6</w:t>
                </w:r>
              </w:p>
            </w:tc>
          </w:sdtContent>
        </w:sdt>
        <w:sdt>
          <w:sdtPr>
            <w:rPr>
              <w:color w:val="000000" w:themeColor="text1"/>
              <w:sz w:val="16"/>
            </w:rPr>
            <w:alias w:val="Verze"/>
            <w:tag w:val="Ver"/>
            <w:id w:val="787498127"/>
            <w:placeholder>
              <w:docPart w:val="182ECDBA034742C2AEE89D1E899ADA5E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BE46F9C" w14:textId="42DA643B" w:rsidR="005554BE" w:rsidRPr="005554BE" w:rsidRDefault="003449AD" w:rsidP="00916646">
                <w:pPr>
                  <w:jc w:val="center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a</w:t>
                </w:r>
              </w:p>
            </w:tc>
          </w:sdtContent>
        </w:sdt>
      </w:tr>
      <w:tr w:rsidR="005554BE" w:rsidRPr="005554BE" w14:paraId="75F22BFB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323CCE68" w14:textId="77777777" w:rsidR="005554BE" w:rsidRPr="005554BE" w:rsidRDefault="005554BE" w:rsidP="005554BE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1C72C98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06A1A1" w14:textId="77777777" w:rsidR="005554BE" w:rsidRPr="005554BE" w:rsidRDefault="005554BE" w:rsidP="005554BE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</w:rPr>
            <w:alias w:val="Revize"/>
            <w:tag w:val="Rev"/>
            <w:id w:val="787498129"/>
            <w:placeholder>
              <w:docPart w:val="B7C72DB48C534B0490BAD94EBDD09DB7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6673723B" w14:textId="15C11F0C" w:rsidR="005554BE" w:rsidRPr="005554BE" w:rsidRDefault="007D59AD" w:rsidP="00916646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</w:rPr>
                  <w:t>3</w:t>
                </w:r>
              </w:p>
            </w:tc>
          </w:sdtContent>
        </w:sdt>
      </w:tr>
      <w:tr w:rsidR="005554BE" w:rsidRPr="005554BE" w14:paraId="6B65310D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E2143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 xml:space="preserve">Tato dokumentace včetně všech příloh (s výjimkou dat poskytnutých objednatelem) je duševním vlastnictvím akciové společnosti </w:t>
            </w:r>
            <w:proofErr w:type="spellStart"/>
            <w:r w:rsidRPr="005554BE">
              <w:rPr>
                <w:color w:val="000000" w:themeColor="text1"/>
                <w:sz w:val="14"/>
              </w:rPr>
              <w:t>Sweco</w:t>
            </w:r>
            <w:proofErr w:type="spellEnd"/>
            <w:r w:rsidRPr="005554BE">
              <w:rPr>
                <w:color w:val="000000" w:themeColor="text1"/>
                <w:sz w:val="14"/>
              </w:rPr>
              <w:t xml:space="preserve"> </w:t>
            </w:r>
            <w:proofErr w:type="spellStart"/>
            <w:r w:rsidRPr="005554BE">
              <w:rPr>
                <w:color w:val="000000" w:themeColor="text1"/>
                <w:sz w:val="14"/>
              </w:rPr>
              <w:t>Hydroprojekt</w:t>
            </w:r>
            <w:proofErr w:type="spellEnd"/>
            <w:r w:rsidRPr="005554BE">
              <w:rPr>
                <w:color w:val="000000" w:themeColor="text1"/>
                <w:sz w:val="14"/>
              </w:rPr>
              <w:t xml:space="preserve"> a.s.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1204F8">
              <w:rPr>
                <w:color w:val="000000" w:themeColor="text1"/>
                <w:sz w:val="14"/>
              </w:rPr>
              <w:t>nebo zpřístupnit dalším osobám.</w:t>
            </w:r>
          </w:p>
          <w:p w14:paraId="759EE286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Poznámka: Podpisy zpracovatelů jsou připojeny pouze k výtisku číslo 01 nebo originálu přílohy (matrici).</w:t>
            </w:r>
          </w:p>
        </w:tc>
      </w:tr>
    </w:tbl>
    <w:p w14:paraId="4A30D82A" w14:textId="77777777" w:rsidR="00D146D8" w:rsidRDefault="00D146D8" w:rsidP="0047581E"/>
    <w:sectPr w:rsidR="00D146D8" w:rsidSect="00C81F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809" w:right="1701" w:bottom="1758" w:left="170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CA69F" w14:textId="77777777" w:rsidR="00A31503" w:rsidRDefault="00A31503" w:rsidP="00207A11">
      <w:r>
        <w:separator/>
      </w:r>
    </w:p>
  </w:endnote>
  <w:endnote w:type="continuationSeparator" w:id="0">
    <w:p w14:paraId="4CF9CAEF" w14:textId="77777777" w:rsidR="00A31503" w:rsidRDefault="00A31503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14:paraId="06AF665A" w14:textId="77777777" w:rsidTr="00CE562B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6043FC54" w14:textId="77777777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B340BA4" w14:textId="77777777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6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7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C81FAB" w14:paraId="59599144" w14:textId="77777777" w:rsidTr="00CE562B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11F64105" w14:textId="6FEF0E92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988051664"/>
              <w:text/>
            </w:sdtPr>
            <w:sdtEndPr/>
            <w:sdtContent>
              <w:r w:rsidR="00547B45">
                <w:rPr>
                  <w:caps/>
                  <w:color w:val="000000" w:themeColor="text1"/>
                  <w:sz w:val="12"/>
                  <w:szCs w:val="12"/>
                </w:rPr>
                <w:t>11 9216 03 00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2F292ABE" w14:textId="2696DFB5" w:rsidR="00C81FAB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2086183935"/>
              <w:text/>
            </w:sdtPr>
            <w:sdtEndPr/>
            <w:sdtContent>
              <w:r w:rsidR="003449AD">
                <w:rPr>
                  <w:color w:val="000000" w:themeColor="text1"/>
                  <w:sz w:val="12"/>
                  <w:szCs w:val="12"/>
                </w:rPr>
                <w:t>a</w:t>
              </w:r>
            </w:sdtContent>
          </w:sdt>
        </w:p>
      </w:tc>
    </w:tr>
    <w:tr w:rsidR="00C81FAB" w14:paraId="0111C230" w14:textId="77777777" w:rsidTr="00CE562B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5C26BA2A" w14:textId="596C3E39" w:rsidR="00C81FAB" w:rsidRDefault="00C81FAB" w:rsidP="00CE562B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709574234"/>
              <w:text/>
            </w:sdtPr>
            <w:sdtEndPr/>
            <w:sdtContent>
              <w:r w:rsidR="00547B45">
                <w:rPr>
                  <w:color w:val="000000" w:themeColor="text1"/>
                  <w:sz w:val="12"/>
                  <w:szCs w:val="12"/>
                </w:rPr>
                <w:t>005880/21/1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C0BCA4" w14:textId="74F8B2F0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704211276"/>
              <w:text/>
            </w:sdtPr>
            <w:sdtEndPr/>
            <w:sdtContent>
              <w:r w:rsidR="007D59AD">
                <w:rPr>
                  <w:color w:val="000000" w:themeColor="text1"/>
                  <w:sz w:val="12"/>
                  <w:szCs w:val="12"/>
                </w:rPr>
                <w:t>3</w:t>
              </w:r>
            </w:sdtContent>
          </w:sdt>
        </w:p>
      </w:tc>
    </w:tr>
  </w:tbl>
  <w:p w14:paraId="2153606A" w14:textId="77777777" w:rsidR="00C81FAB" w:rsidRPr="00F81B53" w:rsidRDefault="00C81FAB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F9D09" w14:textId="77777777" w:rsidR="00C81FAB" w:rsidRPr="00F81B53" w:rsidRDefault="00C81FAB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14:paraId="4D8E3976" w14:textId="77777777" w:rsidTr="00CE562B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1AEDD2B6" w14:textId="77777777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0B93E0D" w14:textId="77777777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C81FAB" w14:paraId="0648647D" w14:textId="77777777" w:rsidTr="00CE562B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643F3B4E" w14:textId="086BC371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107491290"/>
              <w:text/>
            </w:sdtPr>
            <w:sdtEndPr/>
            <w:sdtContent>
              <w:r w:rsidR="00547B45">
                <w:rPr>
                  <w:caps/>
                  <w:color w:val="000000" w:themeColor="text1"/>
                  <w:sz w:val="12"/>
                  <w:szCs w:val="12"/>
                </w:rPr>
                <w:t>11 9216 03 00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68D31E90" w14:textId="1D492545" w:rsidR="00C81FAB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455600096"/>
              <w:text/>
            </w:sdtPr>
            <w:sdtEndPr/>
            <w:sdtContent>
              <w:r w:rsidR="003449AD">
                <w:rPr>
                  <w:color w:val="000000" w:themeColor="text1"/>
                  <w:sz w:val="12"/>
                  <w:szCs w:val="12"/>
                </w:rPr>
                <w:t>a</w:t>
              </w:r>
            </w:sdtContent>
          </w:sdt>
        </w:p>
      </w:tc>
    </w:tr>
    <w:tr w:rsidR="00C81FAB" w14:paraId="7676A490" w14:textId="77777777" w:rsidTr="00CE562B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2243D1A6" w14:textId="3C6B7ED8" w:rsidR="00C81FAB" w:rsidRDefault="00C81FAB" w:rsidP="00CE562B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343855727"/>
              <w:text/>
            </w:sdtPr>
            <w:sdtEndPr/>
            <w:sdtContent>
              <w:r w:rsidR="00547B45">
                <w:rPr>
                  <w:color w:val="000000" w:themeColor="text1"/>
                  <w:sz w:val="12"/>
                  <w:szCs w:val="12"/>
                </w:rPr>
                <w:t>005880/21/1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ECE96A9" w14:textId="5A2E062A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803579162"/>
              <w:text/>
            </w:sdtPr>
            <w:sdtEndPr/>
            <w:sdtContent>
              <w:r w:rsidR="007D59AD">
                <w:rPr>
                  <w:color w:val="000000" w:themeColor="text1"/>
                  <w:sz w:val="12"/>
                  <w:szCs w:val="12"/>
                </w:rPr>
                <w:t>3</w:t>
              </w:r>
            </w:sdtContent>
          </w:sdt>
        </w:p>
      </w:tc>
    </w:tr>
  </w:tbl>
  <w:p w14:paraId="409419FB" w14:textId="77777777" w:rsidR="00C81FAB" w:rsidRPr="00F81B53" w:rsidRDefault="00C81FAB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3ECF3" w14:textId="77777777" w:rsidR="00A31503" w:rsidRDefault="00A31503" w:rsidP="00207A11">
      <w:r>
        <w:separator/>
      </w:r>
    </w:p>
  </w:footnote>
  <w:footnote w:type="continuationSeparator" w:id="0">
    <w:p w14:paraId="64A8CFE2" w14:textId="77777777" w:rsidR="00A31503" w:rsidRDefault="00A31503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3683B" w14:textId="77777777" w:rsidR="00C81FAB" w:rsidRPr="00AE3921" w:rsidRDefault="00C81FAB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5BF6C8BB" wp14:editId="257F9915">
              <wp:extent cx="683895" cy="199390"/>
              <wp:effectExtent l="1905" t="6985" r="0" b="3175"/>
              <wp:docPr id="345" name="Plátno 3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3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72DE27E" id="Plátno 34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ht9cQA&#10;AADcAAAADwAAAGRycy9kb3ducmV2LnhtbESPQWvCQBSE7wX/w/IK3uqmpohENxIEwZNFbcHjI/ua&#10;pMm+jbtrTP+9Wyj0OMzMN8x6M5pODOR8Y1nB6ywBQVxa3XCl4OO8e1mC8AFZY2eZFPyQh00+eVpj&#10;pu2djzScQiUihH2GCuoQ+kxKX9Zk0M9sTxy9L+sMhihdJbXDe4SbTs6TZCENNhwXauxpW1PZnm5G&#10;wbC8vrVUNL5YvJ+T8OnM5fswV2r6PBYrEIHG8B/+a++1gjRN4fdMPAIy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obfX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FKMcYA&#10;AADcAAAADwAAAGRycy9kb3ducmV2LnhtbESPQWvCQBSE74X+h+UVequbVisSs5FiKRSKhxov3h7Z&#10;Z7KafRuya5L217uC4HGYmW+YbDXaRvTUeeNYweskAUFcOm24UrArvl4WIHxA1tg4JgV/5GGVPz5k&#10;mGo38C/121CJCGGfooI6hDaV0pc1WfQT1xJH7+A6iyHKrpK6wyHCbSPfkmQuLRqOCzW2tK6pPG3P&#10;VoEZivP7/h+Pa7PfuP6n33xWiVbq+Wn8WIIINIZ7+Nb+1gqm0xlcz8Qj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FKMc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tpIMUA&#10;AADcAAAADwAAAGRycy9kb3ducmV2LnhtbESP0WrCQBRE3wv+w3IF3+rGBktJ3QSVFvWl0rQfcJu9&#10;JsHs3TS7JvHvXaHQx2FmzjCrbDSN6KlztWUFi3kEgriwuuZSwffX++MLCOeRNTaWScGVHGTp5GGF&#10;ibYDf1Kf+1IECLsEFVTet4mUrqjIoJvbljh4J9sZ9EF2pdQdDgFuGvkURc/SYM1hocKWthUV5/xi&#10;FOzK82Xz0efNIfqxb78bv7sOx1ip2XRcv4LwNPr/8F97rxXE8RLuZ8IR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2kg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YoucQA&#10;AADcAAAADwAAAGRycy9kb3ducmV2LnhtbESPQWvCQBSE7wX/w/IEb3VjA7ZEVxFR6EkwFYq3R/aZ&#10;jWbfhuyqSX99VxA8DjPzDTNfdrYWN2p95VjBZJyAIC6crrhUcPjZvn+B8AFZY+2YFPTkYbkYvM0x&#10;0+7Oe7rloRQRwj5DBSaEJpPSF4Ys+rFriKN3cq3FEGVbSt3iPcJtLT+SZCotVhwXDDa0NlRc8qtV&#10;sK0O9aZPd+fz8Urm123y0+dfr9Ro2K1mIAJ14RV+tr+1gjSdwuNMP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WKLn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nSMYA&#10;AADcAAAADwAAAGRycy9kb3ducmV2LnhtbESPQWsCMRSE7wX/Q3iCt5ptLVpWoxRLRS8FteD1uXnd&#10;bLt5WZK4u/XXN4WCx2FmvmEWq97WoiUfKscKHsYZCOLC6YpLBR/Ht/tnECEia6wdk4IfCrBaDu4W&#10;mGvX8Z7aQyxFgnDIUYGJscmlDIUhi2HsGuLkfTpvMSbpS6k9dglua/mYZVNpseK0YLChtaHi+3Cx&#10;Ck5d/+53un29bnZf0/XRnp+u5qzUaNi/zEFE6uMt/N/eagWTyQz+zq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rnSM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iIb8EA&#10;AADcAAAADwAAAGRycy9kb3ducmV2LnhtbERPTWvCQBC9F/wPywi91Y0GSomuIqJo6ckoiLchOyYx&#10;2dmYXZP033cPQo+P971YDaYWHbWutKxgOolAEGdWl5wrOJ92H18gnEfWWFsmBb/kYLUcvS0w0bbn&#10;I3Wpz0UIYZeggsL7JpHSZQUZdBPbEAfuZluDPsA2l7rFPoSbWs6i6FMaLDk0FNjQpqCsSp9Gwf7+&#10;MP5yzWO5v37XVdpX3fYnUup9PKznIDwN/l/8ch+0gjgOa8OZc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IiG/BAAAA3AAAAA8AAAAAAAAAAAAAAAAAmAIAAGRycy9kb3du&#10;cmV2LnhtbFBLBQYAAAAABAAEAPUAAACG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108UA&#10;AADcAAAADwAAAGRycy9kb3ducmV2LnhtbESPQWvCQBSE74L/YXkFL1I3NRDa1FWsoEhBQSs9P7Kv&#10;SUj2bdhdNf77riB4HGbmG2a26E0rLuR8bVnB2yQBQVxYXXOp4PSzfn0H4QOyxtYyKbiRh8V8OJhh&#10;ru2VD3Q5hlJECPscFVQhdLmUvqjIoJ/Yjjh6f9YZDFG6UmqH1wg3rZwmSSYN1hwXKuxoVVHRHM9G&#10;wW5/yjZp851tfvtxaNbuPN19jZUavfTLTxCB+vAMP9pbrSBNP+B+Jh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DXT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N4s8MA&#10;AADcAAAADwAAAGRycy9kb3ducmV2LnhtbERPz2vCMBS+D/Y/hDfYbU11bkg1LaJMxg4Dq+D10Tyb&#10;avNSmqx2/vXmMNjx4/u9LEbbioF63zhWMElSEMSV0w3XCg77j5c5CB+QNbaOScEveSjyx4clZtpd&#10;eUdDGWoRQ9hnqMCE0GVS+sqQRZ+4jjhyJ9dbDBH2tdQ9XmO4beU0Td+lxYZjg8GO1oaqS/ljFWzX&#10;pp0ddwe+bbbf3H1thvNbOSj1/DSuFiACjeFf/Of+1ApeZ3F+PBOPgM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N4s8MAAADcAAAADwAAAAAAAAAAAAAAAACYAgAAZHJzL2Rv&#10;d25yZXYueG1sUEsFBgAAAAAEAAQA9QAAAIg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ok8MA&#10;AADcAAAADwAAAGRycy9kb3ducmV2LnhtbESPS4vCQBCE7wv+h6EFL4tOfO4SHUWEgAcvvmCPvZk2&#10;CWZ6Qmai8d87guCxqKqvqMWqNaW4Ue0KywqGgwgEcWp1wZmC0zHp/4JwHlljaZkUPMjBatn5WmCs&#10;7Z33dDv4TAQIuxgV5N5XsZQuzcmgG9iKOHgXWxv0QdaZ1DXeA9yUchRFM2mw4LCQY0WbnNLroTEK&#10;dlyh2WDz9500P+dp9H9eHzFRqtdt13MQnlr/Cb/bW61gPBnC60w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kok8MAAADcAAAADwAAAAAAAAAAAAAAAACYAgAAZHJzL2Rv&#10;d25yZXYueG1sUEsFBgAAAAAEAAQA9QAAAIgD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73TMYA&#10;AADcAAAADwAAAGRycy9kb3ducmV2LnhtbESPUWvCQBCE3wv9D8cW+lLqRSulRE9RqVSRQmNLn5fc&#10;mgRzeyG3avTXe0Khj8PMfMOMp52r1ZHaUHk20O8loIhzbysuDPx8L5/fQAVBtlh7JgNnCjCd3N+N&#10;MbX+xBkdt1KoCOGQooFSpEm1DnlJDkPPN8TR2/nWoUTZFtq2eIpwV+tBkrxqhxXHhRIbWpSU77cH&#10;Z+D9fMnWX5en300iH9knzedahp0xjw/dbARKqJP/8F97ZQ28DAdwOxOPgJ5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73TM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qUlcUA&#10;AADcAAAADwAAAGRycy9kb3ducmV2LnhtbESPQWvCQBSE74L/YXlCb7ppbFWiG5FCaelB0Cp4fGSf&#10;2aTZtzG71fTfd4VCj8PMfMOs1r1txJU6XzlW8DhJQBAXTldcKjh8vo4XIHxA1tg4JgU/5GGdDwcr&#10;zLS78Y6u+1CKCGGfoQITQptJ6QtDFv3EtcTRO7vOYoiyK6Xu8BbhtpFpksykxYrjgsGWXgwVX/tv&#10;qyAlWR/s89t8llB/PMn0Um/Nh1IPo36zBBGoD//hv/a7VjB9msL9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apSV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2hMQA&#10;AADcAAAADwAAAGRycy9kb3ducmV2LnhtbESPT4vCMBTE7wt+h/AEL7Km/kGWahQVBY9u18ve3jbP&#10;tti8lCa21U9vBGGPw8z8hlmuO1OKhmpXWFYwHkUgiFOrC84UnH8On18gnEfWWFomBXdysF71PpYY&#10;a9vyNzWJz0SAsItRQe59FUvp0pwMupGtiIN3sbVBH2SdSV1jG+CmlJMomkuDBYeFHCva5ZRek5tR&#10;cBu6ZPenT8Pfrkn1/rFt2+KxUWrQ7zYLEJ46/x9+t49awXQ2g9eZcAT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n9oT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:rsidRPr="00AE3921" w14:paraId="68A32032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29627F32" w14:textId="7851D07D" w:rsidR="00C81FAB" w:rsidRPr="00AE3921" w:rsidRDefault="002C2AE8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2029212298"/>
              <w:text/>
            </w:sdtPr>
            <w:sdtEndPr/>
            <w:sdtContent>
              <w:r w:rsidR="00547B45">
                <w:rPr>
                  <w:color w:val="000000" w:themeColor="text1"/>
                  <w:sz w:val="12"/>
                  <w:szCs w:val="12"/>
                </w:rPr>
                <w:t>Sezimovo Ústí - ul. Pod Vrbou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046912558"/>
              <w:text/>
            </w:sdtPr>
            <w:sdtEndPr/>
            <w:sdtContent>
              <w:r w:rsidR="003449AD">
                <w:rPr>
                  <w:color w:val="000000" w:themeColor="text1"/>
                  <w:sz w:val="12"/>
                  <w:szCs w:val="12"/>
                </w:rPr>
                <w:t>Rekonstrukce vodovodu a kanalizace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21510200"/>
              <w:showingPlcHdr/>
              <w:text/>
            </w:sdtPr>
            <w:sdtEndPr/>
            <w:sdtContent>
              <w:r w:rsidR="007D59AD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42B659E3" w14:textId="18C6AE6F" w:rsidR="00C81FAB" w:rsidRPr="00AE3921" w:rsidRDefault="002C2AE8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018462500"/>
              <w:text/>
            </w:sdtPr>
            <w:sdtEndPr/>
            <w:sdtContent>
              <w:r w:rsidR="00547B45">
                <w:rPr>
                  <w:bCs/>
                  <w:color w:val="000000" w:themeColor="text1"/>
                  <w:sz w:val="12"/>
                  <w:szCs w:val="12"/>
                </w:rPr>
                <w:t>D.1.1.1.6</w:t>
              </w:r>
            </w:sdtContent>
          </w:sdt>
          <w:r w:rsidR="00C81FAB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C81FAB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333880763"/>
              <w:text/>
            </w:sdtPr>
            <w:sdtEndPr/>
            <w:sdtContent>
              <w:r w:rsidR="009B11BA">
                <w:rPr>
                  <w:bCs/>
                  <w:color w:val="000000" w:themeColor="text1"/>
                  <w:sz w:val="12"/>
                  <w:szCs w:val="12"/>
                </w:rPr>
                <w:t>Tabulka kanalizačních přípojek</w:t>
              </w:r>
            </w:sdtContent>
          </w:sdt>
        </w:p>
      </w:tc>
    </w:tr>
    <w:tr w:rsidR="00C81FAB" w:rsidRPr="00AE3921" w14:paraId="09B8486C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551709FC" w14:textId="6322C198" w:rsidR="00C81FAB" w:rsidRPr="00AE3921" w:rsidRDefault="002C2AE8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766803730"/>
              <w:showingPlcHdr/>
              <w:text/>
            </w:sdtPr>
            <w:sdtEndPr/>
            <w:sdtContent>
              <w:r w:rsidR="007D59AD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6FE6F0FF" w14:textId="0B4BF0ED" w:rsidR="00C81FAB" w:rsidRPr="00AE3921" w:rsidRDefault="002C2AE8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2055886956"/>
              <w:text/>
            </w:sdtPr>
            <w:sdtEndPr/>
            <w:sdtContent>
              <w:r w:rsidR="00547B45">
                <w:rPr>
                  <w:color w:val="000000" w:themeColor="text1"/>
                  <w:sz w:val="12"/>
                  <w:szCs w:val="12"/>
                </w:rPr>
                <w:t>DPS</w:t>
              </w:r>
            </w:sdtContent>
          </w:sdt>
        </w:p>
      </w:tc>
    </w:tr>
  </w:tbl>
  <w:p w14:paraId="7DBF0C5B" w14:textId="77777777" w:rsidR="00C81FAB" w:rsidRDefault="002C2AE8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2017105503"/>
        <w:text/>
      </w:sdtPr>
      <w:sdtEndPr/>
      <w:sdtContent>
        <w:r w:rsidR="009B11BA">
          <w:rPr>
            <w:bCs/>
            <w:color w:val="000000" w:themeColor="text1"/>
            <w:sz w:val="12"/>
            <w:szCs w:val="12"/>
          </w:rPr>
          <w:t>Kanalizace</w:t>
        </w:r>
      </w:sdtContent>
    </w:sdt>
    <w:r w:rsidR="00C81FAB" w:rsidRPr="00CA337C">
      <w:rPr>
        <w:bCs/>
        <w:color w:val="000000" w:themeColor="text1"/>
        <w:sz w:val="12"/>
        <w:szCs w:val="12"/>
      </w:rPr>
      <w:t xml:space="preserve"> </w:t>
    </w:r>
    <w:r w:rsidR="00C81FAB">
      <w:rPr>
        <w:bCs/>
        <w:color w:val="000000" w:themeColor="text1"/>
        <w:sz w:val="12"/>
        <w:szCs w:val="12"/>
      </w:rPr>
      <w:t xml:space="preserve"> </w:t>
    </w:r>
    <w:r w:rsidR="00C81FAB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501395581"/>
        <w:text/>
      </w:sdtPr>
      <w:sdtEndPr/>
      <w:sdtContent>
        <w:r w:rsidR="009B11BA">
          <w:rPr>
            <w:bCs/>
            <w:color w:val="000000" w:themeColor="text1"/>
            <w:sz w:val="12"/>
            <w:szCs w:val="12"/>
          </w:rPr>
          <w:t>SO 01</w:t>
        </w:r>
      </w:sdtContent>
    </w:sdt>
  </w:p>
  <w:p w14:paraId="2549F6F2" w14:textId="77777777" w:rsidR="00C81FAB" w:rsidRPr="00AE3921" w:rsidRDefault="00C81FAB" w:rsidP="00C81FAB">
    <w:pPr>
      <w:pStyle w:val="Zhlav"/>
      <w:rPr>
        <w:color w:val="000000" w:themeColor="text1"/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DFEA2" w14:textId="72FA2469" w:rsidR="00C81FAB" w:rsidRPr="00AE3921" w:rsidRDefault="00C81FAB" w:rsidP="007D59AD">
    <w:pPr>
      <w:tabs>
        <w:tab w:val="right" w:pos="8505"/>
      </w:tabs>
      <w:spacing w:after="60"/>
      <w:jc w:val="left"/>
      <w:rPr>
        <w:color w:val="000000" w:themeColor="text1"/>
        <w:sz w:val="12"/>
        <w:szCs w:val="12"/>
      </w:rPr>
    </w:pPr>
    <w:r w:rsidRPr="00AE3921">
      <w:rPr>
        <w:noProof/>
        <w:color w:val="000000" w:themeColor="text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B549D" w14:textId="77777777" w:rsidR="00C81FAB" w:rsidRPr="00AE3921" w:rsidRDefault="00C81FAB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5DCBF14E" wp14:editId="73F52795">
              <wp:extent cx="683895" cy="199390"/>
              <wp:effectExtent l="1905" t="6985" r="0" b="3175"/>
              <wp:docPr id="332" name="Plátno 3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2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9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0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1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3ECCB9D3" id="Plátno 33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NlX8AA&#10;AADcAAAADwAAAGRycy9kb3ducmV2LnhtbERPy4rCMBTdC/MP4Q6403Q6ItIxShkQXI34gllemmtb&#10;bW5qEmv9e7MQXB7Oe77sTSM6cr62rOBrnIAgLqyuuVRw2K9GMxA+IGtsLJOCB3lYLj4Gc8y0vfOW&#10;ul0oRQxhn6GCKoQ2k9IXFRn0Y9sSR+5kncEQoSuldniP4aaRaZJMpcGaY0OFLf1WVFx2N6Ogm10n&#10;F8prn083+yQcnfk//6VKDT/7/AdEoD68xS/3Wiv4TuP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NlX8AAAADcAAAADwAAAAAAAAAAAAAAAACYAgAAZHJzL2Rvd25y&#10;ZXYueG1sUEsFBgAAAAAEAAQA9QAAAIUD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9/dMQA&#10;AADcAAAADwAAAGRycy9kb3ducmV2LnhtbESPQYvCMBSE7wv+h/AEb2uq4rJUo4giCOJB3Yu3R/Ns&#10;o81LaWJb99dvBGGPw8x8w8yXnS1FQ7U3jhWMhgkI4sxpw7mCn/P28xuED8gaS8ek4EkelovexxxT&#10;7Vo+UnMKuYgQ9ikqKEKoUil9VpBFP3QVcfSurrYYoqxzqWtsI9yWcpwkX9Ki4bhQYEXrgrL76WEV&#10;mPb8mF5+8bY2l4Nr9s1hkydaqUG/W81ABOrCf/jd3mkFk/EIXmfi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Pf3TEAAAA3A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tnicUA&#10;AADcAAAADwAAAGRycy9kb3ducmV2LnhtbESP0WrCQBRE34X+w3ILvplNIxRJXaUWRfuiGPsBt9nb&#10;JJi9m2bXJP69Kwg+DjNzhpkvB1OLjlpXWVbwFsUgiHOrKy4U/Jw2kxkI55E11pZJwZUcLBcvozmm&#10;2vZ8pC7zhQgQdikqKL1vUildXpJBF9mGOHh/tjXog2wLqVvsA9zUMonjd2mw4rBQYkNfJeXn7GIU&#10;bIvzZbXvsvo7/rXr/5XfXvvDVKnx6/D5AcLT4J/hR3unFUyTBO5nw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a2eJ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gd/MQA&#10;AADcAAAADwAAAGRycy9kb3ducmV2LnhtbESPQWvCQBSE7wX/w/IEb3WjgVaiq4goeBKaCuLtkX1m&#10;o9m3Ibtq4q/vFgo9DjPzDbNYdbYWD2p95VjBZJyAIC6crrhUcPzevc9A+ICssXZMCnrysFoO3haY&#10;affkL3rkoRQRwj5DBSaEJpPSF4Ys+rFriKN3ca3FEGVbSt3iM8JtLadJ8iEtVhwXDDa0MVTc8rtV&#10;sKuO9bZPD9fr+U7m5Lb55fPVKzUadus5iEBd+A//tfdaQTpN4fdMPA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4Hfz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v4sUA&#10;AADcAAAADwAAAGRycy9kb3ducmV2LnhtbESPQWsCMRSE70L/Q3iF3jRbKyKrUYqlpV4KVcHrc/Pc&#10;rN28LEm6u/rrTaHgcZiZb5jFqre1aMmHyrGC51EGgrhwuuJSwX73PpyBCBFZY+2YFFwowGr5MFhg&#10;rl3H39RuYykShEOOCkyMTS5lKAxZDCPXECfv5LzFmKQvpfbYJbit5TjLptJixWnBYENrQ8XP9tcq&#10;OHT9l9/o9u36sTlP1zt7nFzNUamnx/51DiJSH+/h//anVvAynsD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8e/ixQAAANw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CxLMUA&#10;AADcAAAADwAAAGRycy9kb3ducmV2LnhtbESPQWvCQBSE7wX/w/IEb3Wj0iLRVUQUWzw1FcTbI/tM&#10;YrJvY3ZN0n/vFgo9DjPzDbNc96YSLTWusKxgMo5AEKdWF5wpOH3vX+cgnEfWWFkmBT/kYL0avCwx&#10;1rbjL2oTn4kAYRejgtz7OpbSpTkZdGNbEwfvahuDPsgmk7rBLsBNJadR9C4NFhwWcqxpm1NaJg+j&#10;4HC7G3++ZDN5uHxWZdKV7e4YKTUa9psFCE+9/w//tT+0gtn0DX7Ph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kLEsxQAAANwAAAAPAAAAAAAAAAAAAAAAAJgCAABkcnMv&#10;ZG93bnJldi54bWxQSwUGAAAAAAQABAD1AAAAig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3fMUA&#10;AADcAAAADwAAAGRycy9kb3ducmV2LnhtbESP3WrCQBSE7wt9h+UUvBHdNEKQ6CptQZGCBX/w+pA9&#10;JiHZs2F31fj2bkHwcpiZb5j5sjetuJLztWUFn+MEBHFhdc2lguNhNZqC8AFZY2uZFNzJw3Lx/jbH&#10;XNsb7+i6D6WIEPY5KqhC6HIpfVGRQT+2HXH0ztYZDFG6UmqHtwg3rUyTJJMGa44LFXb0U1HR7C9G&#10;wfbvmK0nzW+2PvXD0KzcJd1+D5UafPRfMxCB+vAKP9sbrWCSZvB/Jh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gjd8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FZ8UA&#10;AADcAAAADwAAAGRycy9kb3ducmV2LnhtbESPQWvCQBSE7wX/w/IEb3VTq1WiqxRFkR4KpoLXR/Y1&#10;mzb7NmTXGP31bkHocZiZb5jFqrOVaKnxpWMFL8MEBHHudMmFguPX9nkGwgdkjZVjUnAlD6tl72mB&#10;qXYXPlCbhUJECPsUFZgQ6lRKnxuy6IeuJo7et2sshiibQuoGLxFuKzlKkjdpseS4YLCmtaH8Nztb&#10;Bbu1qcanw5Fvm90n1x+b9meStUoN+t37HESgLvyHH+29VvA6msLf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VQVn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krr8A&#10;AADcAAAADwAAAGRycy9kb3ducmV2LnhtbERPy6rCMBDdX/AfwghuLpqq+KAaRYSCCze+wOXYjG2x&#10;mZQm1fr3ZiG4PJz3ct2aUjypdoVlBcNBBII4tbrgTMH5lPTnIJxH1lhaJgVvcrBedf6WGGv74gM9&#10;jz4TIYRdjApy76tYSpfmZNANbEUcuLutDfoA60zqGl8h3JRyFEVTabDg0JBjRduc0sexMQr2XKHZ&#10;YnP9T5rZZRLdLpsTJkr1uu1mAcJT63/ir3unFYxHYW04E46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rGSuvwAAANwAAAAPAAAAAAAAAAAAAAAAAJgCAABkcnMvZG93bnJl&#10;di54bWxQSwUGAAAAAAQABAD1AAAAhA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WAncYA&#10;AADcAAAADwAAAGRycy9kb3ducmV2LnhtbESPUWvCQBCE3wv+h2MFX0q9VKW00VNqsaiUQmNLn5fc&#10;moTm9kJuq9Ff7wmFPg4z8w0zW3SuVgdqQ+XZwP0wAUWce1txYeDr8/XuEVQQZIu1ZzJwogCLee9m&#10;hqn1R87osJNCRQiHFA2UIk2qdchLchiGviGO3t63DiXKttC2xWOEu1qPkuRBO6w4LpTY0EtJ+c/u&#10;1xlYnc7Z9uN8+/2WyDp7p+VSy6QzZtDvnqeghDr5D/+1N9bAePQE1zPxCO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DWAnc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55n8EA&#10;AADcAAAADwAAAGRycy9kb3ducmV2LnhtbERPy4rCMBTdC/5DuMLsNLXig2oUGRCHWQjjA1xemmtT&#10;bW46TUbr35vFgMvDeS9Wra3EnRpfOlYwHCQgiHOnSy4UHA+b/gyED8gaK8ek4EkeVstuZ4GZdg/+&#10;ofs+FCKGsM9QgQmhzqT0uSGLfuBq4shdXGMxRNgUUjf4iOG2kmmSTKTFkmODwZo+DeW3/Z9VkJK8&#10;Hu14O50k1J7OMv297sy3Uh+9dj0HEagNb/G/+0srGI3i/H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+eZ/BAAAA3AAAAA8AAAAAAAAAAAAAAAAAmAIAAGRycy9kb3du&#10;cmV2LnhtbFBLBQYAAAAABAAEAPUAAACG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YmYcUA&#10;AADcAAAADwAAAGRycy9kb3ducmV2LnhtbESPT2vCQBTE7wW/w/IKXkQ3USgluoqGFjy2aS+9PbPP&#10;JDT7NmQ3f8yn7xYEj8PM/IbZHUZTi55aV1lWEK8iEMS51RUXCr6/3pevIJxH1lhbJgU3cnDYz552&#10;mGg78Cf1mS9EgLBLUEHpfZNI6fKSDLqVbYiDd7WtQR9kW0jd4hDgppbrKHqRBisOCyU2lJaU/2ad&#10;UdAtXJZe9MfiZ+xz/TadhqGajkrNn8fjFoSn0T/C9/ZZK9hsYvg/E46A3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ViZh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:rsidRPr="00AE3921" w14:paraId="336DF48F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0EF9DCC9" w14:textId="1C6D421C" w:rsidR="00C81FAB" w:rsidRPr="00AE3921" w:rsidRDefault="002C2AE8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162897129"/>
              <w:text/>
            </w:sdtPr>
            <w:sdtEndPr/>
            <w:sdtContent>
              <w:r w:rsidR="00547B45">
                <w:rPr>
                  <w:color w:val="000000" w:themeColor="text1"/>
                  <w:sz w:val="12"/>
                  <w:szCs w:val="12"/>
                </w:rPr>
                <w:t>Sezimovo Ústí - ul. Pod Vrbou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74235114"/>
              <w:text/>
            </w:sdtPr>
            <w:sdtEndPr/>
            <w:sdtContent>
              <w:r w:rsidR="003449AD">
                <w:rPr>
                  <w:color w:val="000000" w:themeColor="text1"/>
                  <w:sz w:val="12"/>
                  <w:szCs w:val="12"/>
                </w:rPr>
                <w:t>Rekonstrukce vodovodu a kanalizace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985194623"/>
              <w:showingPlcHdr/>
              <w:text/>
            </w:sdtPr>
            <w:sdtEndPr/>
            <w:sdtContent>
              <w:r w:rsidR="007D59AD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2297C504" w14:textId="673F283F" w:rsidR="00C81FAB" w:rsidRPr="00AE3921" w:rsidRDefault="002C2AE8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546564126"/>
              <w:text/>
            </w:sdtPr>
            <w:sdtEndPr/>
            <w:sdtContent>
              <w:r w:rsidR="00547B45">
                <w:rPr>
                  <w:bCs/>
                  <w:color w:val="000000" w:themeColor="text1"/>
                  <w:sz w:val="12"/>
                  <w:szCs w:val="12"/>
                </w:rPr>
                <w:t>D.1.1.1.6</w:t>
              </w:r>
            </w:sdtContent>
          </w:sdt>
          <w:r w:rsidR="00C81FAB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C81FAB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727661618"/>
              <w:text/>
            </w:sdtPr>
            <w:sdtEndPr/>
            <w:sdtContent>
              <w:r w:rsidR="009B11BA">
                <w:rPr>
                  <w:bCs/>
                  <w:color w:val="000000" w:themeColor="text1"/>
                  <w:sz w:val="12"/>
                  <w:szCs w:val="12"/>
                </w:rPr>
                <w:t>Tabulka kanalizačních přípojek</w:t>
              </w:r>
            </w:sdtContent>
          </w:sdt>
        </w:p>
      </w:tc>
    </w:tr>
    <w:tr w:rsidR="00C81FAB" w:rsidRPr="00AE3921" w14:paraId="23E51E7C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1C4BDE14" w14:textId="25A1242C" w:rsidR="00C81FAB" w:rsidRPr="00AE3921" w:rsidRDefault="002C2AE8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647814830"/>
              <w:showingPlcHdr/>
              <w:text/>
            </w:sdtPr>
            <w:sdtEndPr/>
            <w:sdtContent>
              <w:r w:rsidR="007D59AD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25936DB9" w14:textId="4A9DFE20" w:rsidR="00C81FAB" w:rsidRPr="00AE3921" w:rsidRDefault="002C2AE8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31129509"/>
              <w:text/>
            </w:sdtPr>
            <w:sdtEndPr/>
            <w:sdtContent>
              <w:r w:rsidR="00547B45">
                <w:rPr>
                  <w:color w:val="000000" w:themeColor="text1"/>
                  <w:sz w:val="12"/>
                  <w:szCs w:val="12"/>
                </w:rPr>
                <w:t>DPS</w:t>
              </w:r>
            </w:sdtContent>
          </w:sdt>
        </w:p>
      </w:tc>
    </w:tr>
  </w:tbl>
  <w:p w14:paraId="27CF5171" w14:textId="77777777" w:rsidR="00C81FAB" w:rsidRDefault="002C2AE8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518387514"/>
        <w:text/>
      </w:sdtPr>
      <w:sdtEndPr/>
      <w:sdtContent>
        <w:r w:rsidR="009B11BA">
          <w:rPr>
            <w:bCs/>
            <w:color w:val="000000" w:themeColor="text1"/>
            <w:sz w:val="12"/>
            <w:szCs w:val="12"/>
          </w:rPr>
          <w:t>Kanalizace</w:t>
        </w:r>
      </w:sdtContent>
    </w:sdt>
    <w:r w:rsidR="00C81FAB" w:rsidRPr="00CA337C">
      <w:rPr>
        <w:bCs/>
        <w:color w:val="000000" w:themeColor="text1"/>
        <w:sz w:val="12"/>
        <w:szCs w:val="12"/>
      </w:rPr>
      <w:t xml:space="preserve"> </w:t>
    </w:r>
    <w:r w:rsidR="00C81FAB">
      <w:rPr>
        <w:bCs/>
        <w:color w:val="000000" w:themeColor="text1"/>
        <w:sz w:val="12"/>
        <w:szCs w:val="12"/>
      </w:rPr>
      <w:t xml:space="preserve"> </w:t>
    </w:r>
    <w:r w:rsidR="00C81FAB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584993945"/>
        <w:text/>
      </w:sdtPr>
      <w:sdtEndPr/>
      <w:sdtContent>
        <w:r w:rsidR="009B11BA">
          <w:rPr>
            <w:bCs/>
            <w:color w:val="000000" w:themeColor="text1"/>
            <w:sz w:val="12"/>
            <w:szCs w:val="12"/>
          </w:rPr>
          <w:t>SO 01</w:t>
        </w:r>
      </w:sdtContent>
    </w:sdt>
  </w:p>
  <w:p w14:paraId="57742016" w14:textId="77777777" w:rsidR="00C81FAB" w:rsidRPr="00AE3921" w:rsidRDefault="00C81FAB" w:rsidP="00C81FAB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326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8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D66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E6DA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A00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169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929C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4635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EE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FCF7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D6D4880"/>
    <w:multiLevelType w:val="multilevel"/>
    <w:tmpl w:val="D53ABC2C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1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121"/>
    <w:rsid w:val="00003015"/>
    <w:rsid w:val="00006DA2"/>
    <w:rsid w:val="0002044B"/>
    <w:rsid w:val="00033F1B"/>
    <w:rsid w:val="00072B7C"/>
    <w:rsid w:val="00077945"/>
    <w:rsid w:val="00080905"/>
    <w:rsid w:val="00080C04"/>
    <w:rsid w:val="00083A5C"/>
    <w:rsid w:val="00083CDD"/>
    <w:rsid w:val="000A3C59"/>
    <w:rsid w:val="000B1C39"/>
    <w:rsid w:val="000B469B"/>
    <w:rsid w:val="000C6A0F"/>
    <w:rsid w:val="000E6247"/>
    <w:rsid w:val="000F414C"/>
    <w:rsid w:val="000F6FC0"/>
    <w:rsid w:val="000F75BA"/>
    <w:rsid w:val="00100BEC"/>
    <w:rsid w:val="00102C76"/>
    <w:rsid w:val="00105FEA"/>
    <w:rsid w:val="0010737E"/>
    <w:rsid w:val="00111921"/>
    <w:rsid w:val="00113C96"/>
    <w:rsid w:val="001204F8"/>
    <w:rsid w:val="00120D4A"/>
    <w:rsid w:val="001234BA"/>
    <w:rsid w:val="00125FE1"/>
    <w:rsid w:val="0013143A"/>
    <w:rsid w:val="00137D5F"/>
    <w:rsid w:val="00141863"/>
    <w:rsid w:val="00141F34"/>
    <w:rsid w:val="00143261"/>
    <w:rsid w:val="0014770F"/>
    <w:rsid w:val="00150676"/>
    <w:rsid w:val="00163321"/>
    <w:rsid w:val="00170241"/>
    <w:rsid w:val="001709FF"/>
    <w:rsid w:val="001746F2"/>
    <w:rsid w:val="00174A45"/>
    <w:rsid w:val="0017502D"/>
    <w:rsid w:val="0018623B"/>
    <w:rsid w:val="00186466"/>
    <w:rsid w:val="001964FD"/>
    <w:rsid w:val="001B0384"/>
    <w:rsid w:val="001B5626"/>
    <w:rsid w:val="001B640D"/>
    <w:rsid w:val="001C4D2E"/>
    <w:rsid w:val="001D557C"/>
    <w:rsid w:val="001E5F0B"/>
    <w:rsid w:val="001F3E7C"/>
    <w:rsid w:val="00200EB0"/>
    <w:rsid w:val="002056D0"/>
    <w:rsid w:val="00207A11"/>
    <w:rsid w:val="00213EE5"/>
    <w:rsid w:val="0021565A"/>
    <w:rsid w:val="00217069"/>
    <w:rsid w:val="002243E1"/>
    <w:rsid w:val="00224400"/>
    <w:rsid w:val="00226929"/>
    <w:rsid w:val="002350FC"/>
    <w:rsid w:val="00243A96"/>
    <w:rsid w:val="002478AA"/>
    <w:rsid w:val="002512A5"/>
    <w:rsid w:val="00254DE7"/>
    <w:rsid w:val="00256CEA"/>
    <w:rsid w:val="00261B2D"/>
    <w:rsid w:val="00267541"/>
    <w:rsid w:val="00271646"/>
    <w:rsid w:val="00285F45"/>
    <w:rsid w:val="002A130B"/>
    <w:rsid w:val="002A52DF"/>
    <w:rsid w:val="002A7915"/>
    <w:rsid w:val="002B4B0A"/>
    <w:rsid w:val="002C1E82"/>
    <w:rsid w:val="002C2AE8"/>
    <w:rsid w:val="002E58D1"/>
    <w:rsid w:val="002F59AF"/>
    <w:rsid w:val="00302BC8"/>
    <w:rsid w:val="00304B67"/>
    <w:rsid w:val="00340F3B"/>
    <w:rsid w:val="00342C24"/>
    <w:rsid w:val="003449AD"/>
    <w:rsid w:val="00344B0E"/>
    <w:rsid w:val="00345DCB"/>
    <w:rsid w:val="00347A6A"/>
    <w:rsid w:val="00356A53"/>
    <w:rsid w:val="00361121"/>
    <w:rsid w:val="0037186F"/>
    <w:rsid w:val="00372D67"/>
    <w:rsid w:val="00391957"/>
    <w:rsid w:val="0039201A"/>
    <w:rsid w:val="003934CC"/>
    <w:rsid w:val="003A2229"/>
    <w:rsid w:val="003A56E8"/>
    <w:rsid w:val="003B0BB3"/>
    <w:rsid w:val="003B112F"/>
    <w:rsid w:val="003B378D"/>
    <w:rsid w:val="003B3C02"/>
    <w:rsid w:val="003B5B1D"/>
    <w:rsid w:val="003B6D19"/>
    <w:rsid w:val="003C1C31"/>
    <w:rsid w:val="003C342E"/>
    <w:rsid w:val="003C40DA"/>
    <w:rsid w:val="003D404F"/>
    <w:rsid w:val="003F714B"/>
    <w:rsid w:val="00403619"/>
    <w:rsid w:val="00403EFE"/>
    <w:rsid w:val="0041251B"/>
    <w:rsid w:val="00425E6E"/>
    <w:rsid w:val="004311DB"/>
    <w:rsid w:val="00432C3E"/>
    <w:rsid w:val="00437E07"/>
    <w:rsid w:val="00440B9B"/>
    <w:rsid w:val="0044351B"/>
    <w:rsid w:val="00451CEA"/>
    <w:rsid w:val="004656C2"/>
    <w:rsid w:val="00472D5D"/>
    <w:rsid w:val="00472DFF"/>
    <w:rsid w:val="0047496D"/>
    <w:rsid w:val="0047581E"/>
    <w:rsid w:val="00477E8A"/>
    <w:rsid w:val="004A0419"/>
    <w:rsid w:val="004B2FCB"/>
    <w:rsid w:val="004B3F22"/>
    <w:rsid w:val="004B61E0"/>
    <w:rsid w:val="004C1301"/>
    <w:rsid w:val="004C3CA6"/>
    <w:rsid w:val="004C4EFA"/>
    <w:rsid w:val="004D0495"/>
    <w:rsid w:val="004D2987"/>
    <w:rsid w:val="004F71B0"/>
    <w:rsid w:val="00500C31"/>
    <w:rsid w:val="005016CA"/>
    <w:rsid w:val="00514EAF"/>
    <w:rsid w:val="00517E24"/>
    <w:rsid w:val="005275A9"/>
    <w:rsid w:val="0053245D"/>
    <w:rsid w:val="00532923"/>
    <w:rsid w:val="00533B32"/>
    <w:rsid w:val="00537349"/>
    <w:rsid w:val="00540576"/>
    <w:rsid w:val="00543D66"/>
    <w:rsid w:val="00547B45"/>
    <w:rsid w:val="00550C7E"/>
    <w:rsid w:val="005550F0"/>
    <w:rsid w:val="005554BE"/>
    <w:rsid w:val="00555C85"/>
    <w:rsid w:val="00560EE0"/>
    <w:rsid w:val="00565268"/>
    <w:rsid w:val="00572868"/>
    <w:rsid w:val="0057432B"/>
    <w:rsid w:val="0058005B"/>
    <w:rsid w:val="00583344"/>
    <w:rsid w:val="005A6BC0"/>
    <w:rsid w:val="005C4991"/>
    <w:rsid w:val="005C4E4A"/>
    <w:rsid w:val="005D62CE"/>
    <w:rsid w:val="005E1A93"/>
    <w:rsid w:val="005E584A"/>
    <w:rsid w:val="005E6061"/>
    <w:rsid w:val="005E7073"/>
    <w:rsid w:val="00620476"/>
    <w:rsid w:val="0062614B"/>
    <w:rsid w:val="006368ED"/>
    <w:rsid w:val="00646D7F"/>
    <w:rsid w:val="00651F5E"/>
    <w:rsid w:val="0066347D"/>
    <w:rsid w:val="006744BF"/>
    <w:rsid w:val="006817D2"/>
    <w:rsid w:val="00687329"/>
    <w:rsid w:val="00693245"/>
    <w:rsid w:val="006970C1"/>
    <w:rsid w:val="006A44F1"/>
    <w:rsid w:val="006B05F3"/>
    <w:rsid w:val="006B0C28"/>
    <w:rsid w:val="006B3223"/>
    <w:rsid w:val="006B6C2B"/>
    <w:rsid w:val="006C1E87"/>
    <w:rsid w:val="006C3044"/>
    <w:rsid w:val="006D3A70"/>
    <w:rsid w:val="006D4B5D"/>
    <w:rsid w:val="006D6D6C"/>
    <w:rsid w:val="00721573"/>
    <w:rsid w:val="00727CE4"/>
    <w:rsid w:val="00735764"/>
    <w:rsid w:val="007415D0"/>
    <w:rsid w:val="007538BF"/>
    <w:rsid w:val="00773380"/>
    <w:rsid w:val="00773A8D"/>
    <w:rsid w:val="0077490E"/>
    <w:rsid w:val="00790C78"/>
    <w:rsid w:val="00795018"/>
    <w:rsid w:val="007B68CB"/>
    <w:rsid w:val="007C3CD9"/>
    <w:rsid w:val="007C488A"/>
    <w:rsid w:val="007D59AD"/>
    <w:rsid w:val="007E461D"/>
    <w:rsid w:val="007F030A"/>
    <w:rsid w:val="007F6B75"/>
    <w:rsid w:val="008061F7"/>
    <w:rsid w:val="00814282"/>
    <w:rsid w:val="008266CC"/>
    <w:rsid w:val="00831C67"/>
    <w:rsid w:val="00834D54"/>
    <w:rsid w:val="00834E34"/>
    <w:rsid w:val="00835D3E"/>
    <w:rsid w:val="00841247"/>
    <w:rsid w:val="00856F6B"/>
    <w:rsid w:val="00875478"/>
    <w:rsid w:val="00881618"/>
    <w:rsid w:val="0088743C"/>
    <w:rsid w:val="008A0D4C"/>
    <w:rsid w:val="008A4C22"/>
    <w:rsid w:val="008A758D"/>
    <w:rsid w:val="008A76CB"/>
    <w:rsid w:val="008B1388"/>
    <w:rsid w:val="008D62C0"/>
    <w:rsid w:val="008F08BE"/>
    <w:rsid w:val="008F1679"/>
    <w:rsid w:val="00900EC1"/>
    <w:rsid w:val="00911309"/>
    <w:rsid w:val="00912E45"/>
    <w:rsid w:val="00916646"/>
    <w:rsid w:val="00920A53"/>
    <w:rsid w:val="00931D9B"/>
    <w:rsid w:val="0093354C"/>
    <w:rsid w:val="00933F50"/>
    <w:rsid w:val="009441D2"/>
    <w:rsid w:val="00952B1F"/>
    <w:rsid w:val="00954D2C"/>
    <w:rsid w:val="00957046"/>
    <w:rsid w:val="00971A92"/>
    <w:rsid w:val="00973AD3"/>
    <w:rsid w:val="009805BC"/>
    <w:rsid w:val="009857E8"/>
    <w:rsid w:val="00990327"/>
    <w:rsid w:val="0099605E"/>
    <w:rsid w:val="009A30BE"/>
    <w:rsid w:val="009B11BA"/>
    <w:rsid w:val="009B3BA2"/>
    <w:rsid w:val="009B5966"/>
    <w:rsid w:val="009C613E"/>
    <w:rsid w:val="009C691C"/>
    <w:rsid w:val="009C7B62"/>
    <w:rsid w:val="009F5485"/>
    <w:rsid w:val="009F7F91"/>
    <w:rsid w:val="00A123C1"/>
    <w:rsid w:val="00A20560"/>
    <w:rsid w:val="00A20A66"/>
    <w:rsid w:val="00A20F00"/>
    <w:rsid w:val="00A27A83"/>
    <w:rsid w:val="00A31503"/>
    <w:rsid w:val="00A35A69"/>
    <w:rsid w:val="00A37332"/>
    <w:rsid w:val="00A41E02"/>
    <w:rsid w:val="00A44251"/>
    <w:rsid w:val="00A45DEE"/>
    <w:rsid w:val="00A50AAA"/>
    <w:rsid w:val="00A66758"/>
    <w:rsid w:val="00A71ABB"/>
    <w:rsid w:val="00A73AAA"/>
    <w:rsid w:val="00AA14F6"/>
    <w:rsid w:val="00AA2AD6"/>
    <w:rsid w:val="00AA41CD"/>
    <w:rsid w:val="00AB7158"/>
    <w:rsid w:val="00AD3521"/>
    <w:rsid w:val="00AD7BF6"/>
    <w:rsid w:val="00AE0D9D"/>
    <w:rsid w:val="00AE3921"/>
    <w:rsid w:val="00AF35D0"/>
    <w:rsid w:val="00B03295"/>
    <w:rsid w:val="00B038F4"/>
    <w:rsid w:val="00B05189"/>
    <w:rsid w:val="00B05538"/>
    <w:rsid w:val="00B10125"/>
    <w:rsid w:val="00B11911"/>
    <w:rsid w:val="00B13869"/>
    <w:rsid w:val="00B172E8"/>
    <w:rsid w:val="00B259D6"/>
    <w:rsid w:val="00B25B04"/>
    <w:rsid w:val="00B306D7"/>
    <w:rsid w:val="00B31406"/>
    <w:rsid w:val="00B32672"/>
    <w:rsid w:val="00B40E75"/>
    <w:rsid w:val="00B452B3"/>
    <w:rsid w:val="00B476CB"/>
    <w:rsid w:val="00B67EFE"/>
    <w:rsid w:val="00B739C6"/>
    <w:rsid w:val="00B76C19"/>
    <w:rsid w:val="00B83B6F"/>
    <w:rsid w:val="00B91FAA"/>
    <w:rsid w:val="00BA3351"/>
    <w:rsid w:val="00BA3443"/>
    <w:rsid w:val="00BA57F2"/>
    <w:rsid w:val="00BB4429"/>
    <w:rsid w:val="00BC1C44"/>
    <w:rsid w:val="00BE1715"/>
    <w:rsid w:val="00BF0AF6"/>
    <w:rsid w:val="00C276B3"/>
    <w:rsid w:val="00C33679"/>
    <w:rsid w:val="00C36853"/>
    <w:rsid w:val="00C42684"/>
    <w:rsid w:val="00C5414E"/>
    <w:rsid w:val="00C54CD6"/>
    <w:rsid w:val="00C5703F"/>
    <w:rsid w:val="00C65A71"/>
    <w:rsid w:val="00C65CAA"/>
    <w:rsid w:val="00C81FAB"/>
    <w:rsid w:val="00CA021E"/>
    <w:rsid w:val="00CA1682"/>
    <w:rsid w:val="00CA337C"/>
    <w:rsid w:val="00CB42E4"/>
    <w:rsid w:val="00CB573C"/>
    <w:rsid w:val="00CC0616"/>
    <w:rsid w:val="00CC0FCF"/>
    <w:rsid w:val="00CC22F9"/>
    <w:rsid w:val="00CC36C9"/>
    <w:rsid w:val="00CD0899"/>
    <w:rsid w:val="00CD0A42"/>
    <w:rsid w:val="00CD3A75"/>
    <w:rsid w:val="00CD4DDB"/>
    <w:rsid w:val="00CE29BF"/>
    <w:rsid w:val="00CE3E9F"/>
    <w:rsid w:val="00CE58D9"/>
    <w:rsid w:val="00CE5A92"/>
    <w:rsid w:val="00CF2D10"/>
    <w:rsid w:val="00D005BD"/>
    <w:rsid w:val="00D008F0"/>
    <w:rsid w:val="00D03184"/>
    <w:rsid w:val="00D07C35"/>
    <w:rsid w:val="00D13C63"/>
    <w:rsid w:val="00D146D8"/>
    <w:rsid w:val="00D40DAA"/>
    <w:rsid w:val="00D46A7B"/>
    <w:rsid w:val="00D61B52"/>
    <w:rsid w:val="00D80FF2"/>
    <w:rsid w:val="00D85F13"/>
    <w:rsid w:val="00D95B8E"/>
    <w:rsid w:val="00DA2F24"/>
    <w:rsid w:val="00DB7356"/>
    <w:rsid w:val="00DC7C6F"/>
    <w:rsid w:val="00DD3884"/>
    <w:rsid w:val="00DD3907"/>
    <w:rsid w:val="00DD3CDA"/>
    <w:rsid w:val="00DE398D"/>
    <w:rsid w:val="00DE7199"/>
    <w:rsid w:val="00DF35B5"/>
    <w:rsid w:val="00DF4EED"/>
    <w:rsid w:val="00E00192"/>
    <w:rsid w:val="00E01E6E"/>
    <w:rsid w:val="00E04E4F"/>
    <w:rsid w:val="00E07972"/>
    <w:rsid w:val="00E27037"/>
    <w:rsid w:val="00E272AA"/>
    <w:rsid w:val="00E27980"/>
    <w:rsid w:val="00E461E9"/>
    <w:rsid w:val="00E4630C"/>
    <w:rsid w:val="00E51EAD"/>
    <w:rsid w:val="00EA5D40"/>
    <w:rsid w:val="00EB0FF7"/>
    <w:rsid w:val="00EB5717"/>
    <w:rsid w:val="00EC6B10"/>
    <w:rsid w:val="00ED3ACD"/>
    <w:rsid w:val="00ED46E2"/>
    <w:rsid w:val="00EF0509"/>
    <w:rsid w:val="00EF2A45"/>
    <w:rsid w:val="00F0689B"/>
    <w:rsid w:val="00F12DC4"/>
    <w:rsid w:val="00F17ADE"/>
    <w:rsid w:val="00F2199C"/>
    <w:rsid w:val="00F23654"/>
    <w:rsid w:val="00F40B3F"/>
    <w:rsid w:val="00F40DF2"/>
    <w:rsid w:val="00F423B4"/>
    <w:rsid w:val="00F4264B"/>
    <w:rsid w:val="00F64F74"/>
    <w:rsid w:val="00F6635F"/>
    <w:rsid w:val="00F72E00"/>
    <w:rsid w:val="00F73FDD"/>
    <w:rsid w:val="00F81B53"/>
    <w:rsid w:val="00F85F5F"/>
    <w:rsid w:val="00F87889"/>
    <w:rsid w:val="00F935F0"/>
    <w:rsid w:val="00FB5259"/>
    <w:rsid w:val="00FC78F8"/>
    <w:rsid w:val="00FD3AB8"/>
    <w:rsid w:val="00FD3AF7"/>
    <w:rsid w:val="00FD4253"/>
    <w:rsid w:val="00FE031B"/>
    <w:rsid w:val="00FF19D9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8DF5BD7"/>
  <w15:docId w15:val="{A8FE65FF-E072-4647-B334-3E523875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"/>
    <w:next w:val="Normln"/>
    <w:qFormat/>
    <w:rsid w:val="00AE3921"/>
    <w:pPr>
      <w:keepNext/>
      <w:numPr>
        <w:numId w:val="28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DA2F24"/>
    <w:pPr>
      <w:keepNext/>
      <w:numPr>
        <w:ilvl w:val="1"/>
        <w:numId w:val="28"/>
      </w:numPr>
      <w:spacing w:before="240" w:after="240" w:line="288" w:lineRule="auto"/>
      <w:ind w:left="578" w:hanging="578"/>
      <w:outlineLvl w:val="1"/>
    </w:pPr>
    <w:rPr>
      <w:rFonts w:cs="Arial"/>
      <w:b/>
      <w:bCs/>
      <w:iCs/>
      <w:caps/>
      <w:color w:val="000000" w:themeColor="text1"/>
      <w:sz w:val="24"/>
      <w:szCs w:val="28"/>
    </w:rPr>
  </w:style>
  <w:style w:type="paragraph" w:styleId="Nadpis3">
    <w:name w:val="heading 3"/>
    <w:basedOn w:val="Normln"/>
    <w:next w:val="Normln"/>
    <w:qFormat/>
    <w:rsid w:val="00DA2F24"/>
    <w:pPr>
      <w:keepNext/>
      <w:numPr>
        <w:ilvl w:val="2"/>
        <w:numId w:val="28"/>
      </w:numPr>
      <w:spacing w:before="200" w:after="200" w:line="288" w:lineRule="auto"/>
      <w:outlineLvl w:val="2"/>
    </w:pPr>
    <w:rPr>
      <w:rFonts w:cs="Arial"/>
      <w:b/>
      <w:bCs/>
      <w:caps/>
      <w:color w:val="000000" w:themeColor="text1"/>
      <w:szCs w:val="26"/>
    </w:rPr>
  </w:style>
  <w:style w:type="paragraph" w:styleId="Nadpis4">
    <w:name w:val="heading 4"/>
    <w:basedOn w:val="Normln"/>
    <w:next w:val="Normln"/>
    <w:qFormat/>
    <w:rsid w:val="00DA2F24"/>
    <w:pPr>
      <w:keepNext/>
      <w:numPr>
        <w:ilvl w:val="3"/>
        <w:numId w:val="28"/>
      </w:numPr>
      <w:spacing w:before="200" w:after="200" w:line="288" w:lineRule="auto"/>
      <w:outlineLvl w:val="3"/>
    </w:pPr>
    <w:rPr>
      <w:b/>
      <w:bCs/>
      <w:caps/>
      <w:color w:val="000000" w:themeColor="text1"/>
      <w:szCs w:val="28"/>
    </w:rPr>
  </w:style>
  <w:style w:type="paragraph" w:styleId="Nadpis5">
    <w:name w:val="heading 5"/>
    <w:basedOn w:val="Normln"/>
    <w:next w:val="Normln"/>
    <w:qFormat/>
    <w:rsid w:val="00DA2F24"/>
    <w:pPr>
      <w:keepNext/>
      <w:numPr>
        <w:ilvl w:val="4"/>
        <w:numId w:val="28"/>
      </w:numPr>
      <w:tabs>
        <w:tab w:val="clear" w:pos="1440"/>
        <w:tab w:val="left" w:pos="1004"/>
      </w:tabs>
      <w:spacing w:before="120" w:after="120" w:line="288" w:lineRule="auto"/>
      <w:outlineLvl w:val="4"/>
    </w:pPr>
    <w:rPr>
      <w:b/>
      <w:bCs/>
      <w:iCs/>
      <w:color w:val="000000" w:themeColor="text1"/>
      <w:szCs w:val="26"/>
    </w:rPr>
  </w:style>
  <w:style w:type="paragraph" w:styleId="Nadpis6">
    <w:name w:val="heading 6"/>
    <w:basedOn w:val="Normln"/>
    <w:next w:val="Normln"/>
    <w:qFormat/>
    <w:rsid w:val="00DA2F24"/>
    <w:pPr>
      <w:keepNext/>
      <w:numPr>
        <w:ilvl w:val="5"/>
        <w:numId w:val="28"/>
      </w:numPr>
      <w:tabs>
        <w:tab w:val="clear" w:pos="1440"/>
        <w:tab w:val="left" w:pos="1145"/>
      </w:tabs>
      <w:spacing w:before="120" w:after="120" w:line="288" w:lineRule="auto"/>
      <w:jc w:val="left"/>
      <w:outlineLvl w:val="5"/>
    </w:pPr>
    <w:rPr>
      <w:b/>
      <w:bCs/>
      <w:color w:val="000000" w:themeColor="text1"/>
    </w:rPr>
  </w:style>
  <w:style w:type="paragraph" w:styleId="Nadpis7">
    <w:name w:val="heading 7"/>
    <w:basedOn w:val="Normln"/>
    <w:next w:val="Normln"/>
    <w:qFormat/>
    <w:rsid w:val="00DA2F24"/>
    <w:pPr>
      <w:keepNext/>
      <w:numPr>
        <w:ilvl w:val="6"/>
        <w:numId w:val="28"/>
      </w:numPr>
      <w:tabs>
        <w:tab w:val="clear" w:pos="1800"/>
        <w:tab w:val="left" w:pos="1287"/>
      </w:tabs>
      <w:spacing w:before="60" w:after="60" w:line="288" w:lineRule="auto"/>
      <w:ind w:left="1298" w:hanging="1298"/>
      <w:outlineLvl w:val="6"/>
    </w:pPr>
    <w:rPr>
      <w:b/>
      <w:bCs/>
      <w:color w:val="000000" w:themeColor="text1"/>
    </w:rPr>
  </w:style>
  <w:style w:type="paragraph" w:styleId="Nadpis8">
    <w:name w:val="heading 8"/>
    <w:basedOn w:val="Normln"/>
    <w:next w:val="Normln"/>
    <w:semiHidden/>
    <w:qFormat/>
    <w:rsid w:val="009C691C"/>
    <w:pPr>
      <w:keepNext/>
      <w:numPr>
        <w:ilvl w:val="7"/>
        <w:numId w:val="28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semiHidden/>
    <w:qFormat/>
    <w:rsid w:val="009C691C"/>
    <w:pPr>
      <w:keepNext/>
      <w:numPr>
        <w:ilvl w:val="8"/>
        <w:numId w:val="28"/>
      </w:numPr>
      <w:tabs>
        <w:tab w:val="left" w:pos="1571"/>
      </w:tabs>
      <w:spacing w:line="288" w:lineRule="auto"/>
      <w:ind w:left="1582" w:hanging="1582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55A44B058644D2A53573B7138F8E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FE73C8-20A9-4896-9229-68A5B9D4ED40}"/>
      </w:docPartPr>
      <w:docPartBody>
        <w:p w:rsidR="00D13942" w:rsidRDefault="00C15348" w:rsidP="00C15348">
          <w:pPr>
            <w:pStyle w:val="4455A44B058644D2A53573B7138F8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0DFCD2D10C0C4F45892D11C61214D8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CB9CD2-00B5-4CA9-ACE1-E345A771D863}"/>
      </w:docPartPr>
      <w:docPartBody>
        <w:p w:rsidR="00D13942" w:rsidRDefault="00C15348" w:rsidP="00C15348">
          <w:pPr>
            <w:pStyle w:val="0DFCD2D10C0C4F45892D11C61214D8B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D873DE55F594146AF036837467F0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7DBE3-AFCE-4A89-9950-4873080BB644}"/>
      </w:docPartPr>
      <w:docPartBody>
        <w:p w:rsidR="00D13942" w:rsidRDefault="00C15348" w:rsidP="00C15348">
          <w:pPr>
            <w:pStyle w:val="9D873DE55F594146AF036837467F035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5140E1D2BB415595063D327FB48D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0341DA-14E6-4CA6-B345-69F30B801203}"/>
      </w:docPartPr>
      <w:docPartBody>
        <w:p w:rsidR="00D13942" w:rsidRDefault="00C15348" w:rsidP="00C15348">
          <w:pPr>
            <w:pStyle w:val="BB5140E1D2BB415595063D327FB48DA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F145A31CE84D5FB5872EF400C52A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48F5D0-DB71-4618-BE3B-8D9EECF46C1B}"/>
      </w:docPartPr>
      <w:docPartBody>
        <w:p w:rsidR="00D13942" w:rsidRDefault="00C15348" w:rsidP="00C15348">
          <w:pPr>
            <w:pStyle w:val="8CF145A31CE84D5FB5872EF400C52AD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DC4F3AF62B64394972D5BCD2CBCBB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51253-B725-419D-9D80-A8AB4E1112B2}"/>
      </w:docPartPr>
      <w:docPartBody>
        <w:p w:rsidR="00D13942" w:rsidRDefault="00C15348" w:rsidP="00C15348">
          <w:pPr>
            <w:pStyle w:val="2DC4F3AF62B64394972D5BCD2CBCBB9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A0D4CD5BEC4B0D92761194ED8D3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1FF300-DB44-488A-969F-1E5FAC97138C}"/>
      </w:docPartPr>
      <w:docPartBody>
        <w:p w:rsidR="00D13942" w:rsidRDefault="00C15348" w:rsidP="00C15348">
          <w:pPr>
            <w:pStyle w:val="A8A0D4CD5BEC4B0D92761194ED8D36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ED01243361B45EBA4ACA7825CE7AC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F6078-0A62-49AB-999B-1E29457316B4}"/>
      </w:docPartPr>
      <w:docPartBody>
        <w:p w:rsidR="00D13942" w:rsidRDefault="00C15348" w:rsidP="00C15348">
          <w:pPr>
            <w:pStyle w:val="4ED01243361B45EBA4ACA7825CE7AC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25AC45C362E49618859C7A5C3DBA5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F6E4E-D371-4227-8184-314198632C03}"/>
      </w:docPartPr>
      <w:docPartBody>
        <w:p w:rsidR="00D13942" w:rsidRDefault="00C15348" w:rsidP="00C15348">
          <w:pPr>
            <w:pStyle w:val="325AC45C362E49618859C7A5C3DBA52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86FB1FD1B6A4447B8D835C6CA67D1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42444-FC7E-4105-8444-E0AE142341D9}"/>
      </w:docPartPr>
      <w:docPartBody>
        <w:p w:rsidR="00D13942" w:rsidRDefault="00C15348" w:rsidP="00C15348">
          <w:pPr>
            <w:pStyle w:val="D86FB1FD1B6A4447B8D835C6CA67D1A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ADEDC169C042E58045EEBBC7B648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0C8F2-4DD1-45B3-97D6-612974105798}"/>
      </w:docPartPr>
      <w:docPartBody>
        <w:p w:rsidR="00D13942" w:rsidRDefault="00C15348" w:rsidP="00C15348">
          <w:pPr>
            <w:pStyle w:val="C5ADEDC169C042E58045EEBBC7B6488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F8D92AFC1D4C658603E21C732313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D9402-DB86-47D1-BCCB-23CB3BDB04FD}"/>
      </w:docPartPr>
      <w:docPartBody>
        <w:p w:rsidR="00D13942" w:rsidRDefault="00C15348" w:rsidP="00C15348">
          <w:pPr>
            <w:pStyle w:val="4CF8D92AFC1D4C658603E21C7323139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0071A5BD86421684A6380C9CE26B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FA962-A7B3-4448-8880-93E9EF52D58E}"/>
      </w:docPartPr>
      <w:docPartBody>
        <w:p w:rsidR="00D13942" w:rsidRDefault="00C15348" w:rsidP="00C15348">
          <w:pPr>
            <w:pStyle w:val="6F0071A5BD86421684A6380C9CE26BC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CFFE72291D4B6085A4D554CCE379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DB5E8C-D5E1-4DC0-8035-C015B8F426AB}"/>
      </w:docPartPr>
      <w:docPartBody>
        <w:p w:rsidR="00D13942" w:rsidRDefault="00C15348" w:rsidP="00C15348">
          <w:pPr>
            <w:pStyle w:val="A8CFFE72291D4B6085A4D554CCE3797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80FD3CCD2DD446FBB1C0923F02C12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E194C-5787-467C-AF4E-4DF49F17C8B7}"/>
      </w:docPartPr>
      <w:docPartBody>
        <w:p w:rsidR="00D13942" w:rsidRDefault="00C15348" w:rsidP="00C15348">
          <w:pPr>
            <w:pStyle w:val="680FD3CCD2DD446FBB1C0923F02C12C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B31CFBF72D0433A9687AA8F38FF2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6CFDE3-ECA0-4446-B099-36ACD805EFFB}"/>
      </w:docPartPr>
      <w:docPartBody>
        <w:p w:rsidR="00D13942" w:rsidRDefault="00C15348" w:rsidP="00C15348">
          <w:pPr>
            <w:pStyle w:val="9B31CFBF72D0433A9687AA8F38FF2D1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E767A543FB49ECB116B02362C08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33A8C-154E-4B5D-A3AE-90647A8151E5}"/>
      </w:docPartPr>
      <w:docPartBody>
        <w:p w:rsidR="00D13942" w:rsidRDefault="00C15348" w:rsidP="00C15348">
          <w:pPr>
            <w:pStyle w:val="D7E767A543FB49ECB116B02362C08A4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A2EDAF59F2B44689D1C4569A81DAF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E9E95-811D-48AE-918A-0E5078F47964}"/>
      </w:docPartPr>
      <w:docPartBody>
        <w:p w:rsidR="00D13942" w:rsidRDefault="00C15348" w:rsidP="00C15348">
          <w:pPr>
            <w:pStyle w:val="FA2EDAF59F2B44689D1C4569A81DAFD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A8565E9D62C4EB4B7868765CE501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30746-52E4-4747-B7B7-80B684103C93}"/>
      </w:docPartPr>
      <w:docPartBody>
        <w:p w:rsidR="00D13942" w:rsidRDefault="00C15348" w:rsidP="00C15348">
          <w:pPr>
            <w:pStyle w:val="5A8565E9D62C4EB4B7868765CE501DF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80E9193088F4781A8919098822434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E6024-A93A-46B8-8792-6C8163B6A105}"/>
      </w:docPartPr>
      <w:docPartBody>
        <w:p w:rsidR="00D13942" w:rsidRDefault="00C15348" w:rsidP="00C15348">
          <w:pPr>
            <w:pStyle w:val="E80E9193088F4781A89190988224340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16EF84CFD745F8B83C941489686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4C06EA-336B-4DAF-8980-E1FEE2EC7678}"/>
      </w:docPartPr>
      <w:docPartBody>
        <w:p w:rsidR="00D13942" w:rsidRDefault="00C15348" w:rsidP="00C15348">
          <w:pPr>
            <w:pStyle w:val="1F16EF84CFD745F8B83C9414896860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8EBF5CA0044D03B4AA2235CEB81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810A63-DC8D-4277-9521-8DE1DEBE88F5}"/>
      </w:docPartPr>
      <w:docPartBody>
        <w:p w:rsidR="00D13942" w:rsidRDefault="00C15348" w:rsidP="00C15348">
          <w:pPr>
            <w:pStyle w:val="778EBF5CA0044D03B4AA2235CEB81A4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51B125A0AB4E45988684B1CCB230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08692-B0C3-42E2-8C92-52A67EC3858F}"/>
      </w:docPartPr>
      <w:docPartBody>
        <w:p w:rsidR="00D13942" w:rsidRDefault="00C15348" w:rsidP="00C15348">
          <w:pPr>
            <w:pStyle w:val="C551B125A0AB4E45988684B1CCB2306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0F88486065F4C78833A88EC9572F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0FDA66-E586-4C93-9604-16DC75A42BBD}"/>
      </w:docPartPr>
      <w:docPartBody>
        <w:p w:rsidR="00D13942" w:rsidRDefault="00C15348" w:rsidP="00C15348">
          <w:pPr>
            <w:pStyle w:val="B0F88486065F4C78833A88EC9572FEB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2413C6E8A564A21B3AD39BEECD889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2B88E-5F67-4D0B-94A0-EACF6FC1CD28}"/>
      </w:docPartPr>
      <w:docPartBody>
        <w:p w:rsidR="00D13942" w:rsidRDefault="00C15348" w:rsidP="00C15348">
          <w:pPr>
            <w:pStyle w:val="52413C6E8A564A21B3AD39BEECD8898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F3E8C238E4D4C25AEC1659417947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C616E-7677-4914-942C-08A76D8F3642}"/>
      </w:docPartPr>
      <w:docPartBody>
        <w:p w:rsidR="00D13942" w:rsidRDefault="00C15348" w:rsidP="00C15348">
          <w:pPr>
            <w:pStyle w:val="EF3E8C238E4D4C25AEC165941794756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E7B71BE9AF4D0C9D999552E636C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829667-AE48-4093-A6D2-471B76B09BC9}"/>
      </w:docPartPr>
      <w:docPartBody>
        <w:p w:rsidR="00D13942" w:rsidRDefault="00C15348" w:rsidP="00C15348">
          <w:pPr>
            <w:pStyle w:val="58E7B71BE9AF4D0C9D999552E636CE9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529019E2A642A990A622591BA2F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197B7F-53AB-4670-95A2-1370A24D7DDC}"/>
      </w:docPartPr>
      <w:docPartBody>
        <w:p w:rsidR="00D13942" w:rsidRDefault="00C15348" w:rsidP="00C15348">
          <w:pPr>
            <w:pStyle w:val="77529019E2A642A990A622591BA2FA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2C4041A107D45C197C66720C0B4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5F0E63-19F3-4904-9FDA-8E67753210C6}"/>
      </w:docPartPr>
      <w:docPartBody>
        <w:p w:rsidR="00D13942" w:rsidRDefault="00C15348" w:rsidP="00C15348">
          <w:pPr>
            <w:pStyle w:val="72C4041A107D45C197C66720C0B4704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0865045EBF848C3A76EB5738EF19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174E90-93AC-471C-B4B9-23D797DB1DD6}"/>
      </w:docPartPr>
      <w:docPartBody>
        <w:p w:rsidR="00D13942" w:rsidRDefault="00C15348" w:rsidP="00C15348">
          <w:pPr>
            <w:pStyle w:val="40865045EBF848C3A76EB5738EF19A05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C523795870949DC872D4704BC3EF3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80B93-C5A2-41BB-9F06-4502B4D56EF9}"/>
      </w:docPartPr>
      <w:docPartBody>
        <w:p w:rsidR="00D13942" w:rsidRDefault="00C15348" w:rsidP="00C15348">
          <w:pPr>
            <w:pStyle w:val="EC523795870949DC872D4704BC3EF38A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AEBE97ACAC0479D8FF7A077D1827D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B610E-F1CF-4E06-880C-E066185AD4A1}"/>
      </w:docPartPr>
      <w:docPartBody>
        <w:p w:rsidR="00D13942" w:rsidRDefault="00C15348" w:rsidP="00C15348">
          <w:pPr>
            <w:pStyle w:val="9AEBE97ACAC0479D8FF7A077D1827D0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AD43DCB01E492EAE38DD2CD8AC6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EEB7D-9418-42CE-85CB-1E5D3923CAFE}"/>
      </w:docPartPr>
      <w:docPartBody>
        <w:p w:rsidR="00D13942" w:rsidRDefault="00C15348" w:rsidP="00C15348">
          <w:pPr>
            <w:pStyle w:val="45AD43DCB01E492EAE38DD2CD8AC6EF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82ECDBA034742C2AEE89D1E899ADA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07D5AF-1258-403A-B2BB-43B3F3274F24}"/>
      </w:docPartPr>
      <w:docPartBody>
        <w:p w:rsidR="00D13942" w:rsidRDefault="00C15348" w:rsidP="00C15348">
          <w:pPr>
            <w:pStyle w:val="182ECDBA034742C2AEE89D1E899ADA5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7C72DB48C534B0490BAD94EBDD09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1E3D7E-F878-45E1-A917-2199C88FF489}"/>
      </w:docPartPr>
      <w:docPartBody>
        <w:p w:rsidR="00D13942" w:rsidRDefault="00C15348" w:rsidP="00C15348">
          <w:pPr>
            <w:pStyle w:val="B7C72DB48C534B0490BAD94EBDD09DB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72009A793D44D69F275E72E39A4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8D2144-5C3D-4533-81A5-D1C96FBD325A}"/>
      </w:docPartPr>
      <w:docPartBody>
        <w:p w:rsidR="004C2305" w:rsidRDefault="00531921" w:rsidP="00531921">
          <w:pPr>
            <w:pStyle w:val="1F72009A793D44D69F275E72E39A41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EBF239F87024C759225D9CCE42449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88BE7-6729-4ABD-AF26-EDACF3C90E4A}"/>
      </w:docPartPr>
      <w:docPartBody>
        <w:p w:rsidR="004C2305" w:rsidRDefault="00531921" w:rsidP="00531921">
          <w:pPr>
            <w:pStyle w:val="6EBF239F87024C759225D9CCE424495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34C278F48E24E3081F0225913D0B5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6E16C7-7B26-4797-9492-607B6D42BCE1}"/>
      </w:docPartPr>
      <w:docPartBody>
        <w:p w:rsidR="004C2305" w:rsidRDefault="00531921" w:rsidP="00531921">
          <w:pPr>
            <w:pStyle w:val="334C278F48E24E3081F0225913D0B53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7CB446A0094AFDB350BBA0773E71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31F8C-3EED-4782-AC09-22AAC95D3E5D}"/>
      </w:docPartPr>
      <w:docPartBody>
        <w:p w:rsidR="002768C4" w:rsidRDefault="004C2305" w:rsidP="004C2305">
          <w:pPr>
            <w:pStyle w:val="4C7CB446A0094AFDB350BBA0773E71A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04C"/>
    <w:rsid w:val="00095F5B"/>
    <w:rsid w:val="000A08CA"/>
    <w:rsid w:val="000F5151"/>
    <w:rsid w:val="001227DF"/>
    <w:rsid w:val="001571A9"/>
    <w:rsid w:val="00205F9C"/>
    <w:rsid w:val="00216FF3"/>
    <w:rsid w:val="002615C8"/>
    <w:rsid w:val="00274F63"/>
    <w:rsid w:val="002768C4"/>
    <w:rsid w:val="0029444C"/>
    <w:rsid w:val="002A1B07"/>
    <w:rsid w:val="002B60F4"/>
    <w:rsid w:val="003915D8"/>
    <w:rsid w:val="003E1285"/>
    <w:rsid w:val="00414C35"/>
    <w:rsid w:val="00415E84"/>
    <w:rsid w:val="004C2305"/>
    <w:rsid w:val="004F4720"/>
    <w:rsid w:val="00531921"/>
    <w:rsid w:val="005D2A83"/>
    <w:rsid w:val="005F0742"/>
    <w:rsid w:val="00624961"/>
    <w:rsid w:val="006274C6"/>
    <w:rsid w:val="00634106"/>
    <w:rsid w:val="007231B2"/>
    <w:rsid w:val="007F5AEA"/>
    <w:rsid w:val="00833ADC"/>
    <w:rsid w:val="008B6E63"/>
    <w:rsid w:val="009068F1"/>
    <w:rsid w:val="00930776"/>
    <w:rsid w:val="00930D8E"/>
    <w:rsid w:val="00933783"/>
    <w:rsid w:val="00992DC5"/>
    <w:rsid w:val="009B45BF"/>
    <w:rsid w:val="009C601C"/>
    <w:rsid w:val="009D5B11"/>
    <w:rsid w:val="009E6BD6"/>
    <w:rsid w:val="00A2046A"/>
    <w:rsid w:val="00A97ACE"/>
    <w:rsid w:val="00AA5B36"/>
    <w:rsid w:val="00B227C6"/>
    <w:rsid w:val="00BD4F13"/>
    <w:rsid w:val="00BF6C21"/>
    <w:rsid w:val="00C02180"/>
    <w:rsid w:val="00C10AD9"/>
    <w:rsid w:val="00C15348"/>
    <w:rsid w:val="00C22723"/>
    <w:rsid w:val="00C37CD9"/>
    <w:rsid w:val="00C60556"/>
    <w:rsid w:val="00C849EC"/>
    <w:rsid w:val="00CD4DC2"/>
    <w:rsid w:val="00D13942"/>
    <w:rsid w:val="00D912AC"/>
    <w:rsid w:val="00E32A7D"/>
    <w:rsid w:val="00E364A5"/>
    <w:rsid w:val="00E603DD"/>
    <w:rsid w:val="00E9604C"/>
    <w:rsid w:val="00EA2982"/>
    <w:rsid w:val="00EF174F"/>
    <w:rsid w:val="00FA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5B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2305"/>
    <w:rPr>
      <w:color w:val="808080"/>
    </w:rPr>
  </w:style>
  <w:style w:type="paragraph" w:customStyle="1" w:styleId="4455A44B058644D2A53573B7138F8EC1">
    <w:name w:val="4455A44B058644D2A53573B7138F8EC1"/>
    <w:rsid w:val="00C15348"/>
  </w:style>
  <w:style w:type="paragraph" w:customStyle="1" w:styleId="0DFCD2D10C0C4F45892D11C61214D8BD">
    <w:name w:val="0DFCD2D10C0C4F45892D11C61214D8BD"/>
    <w:rsid w:val="00C15348"/>
  </w:style>
  <w:style w:type="paragraph" w:customStyle="1" w:styleId="9D873DE55F594146AF036837467F0353">
    <w:name w:val="9D873DE55F594146AF036837467F0353"/>
    <w:rsid w:val="00C15348"/>
  </w:style>
  <w:style w:type="paragraph" w:customStyle="1" w:styleId="BB5140E1D2BB415595063D327FB48DA2">
    <w:name w:val="BB5140E1D2BB415595063D327FB48DA2"/>
    <w:rsid w:val="00C15348"/>
  </w:style>
  <w:style w:type="paragraph" w:customStyle="1" w:styleId="8CF145A31CE84D5FB5872EF400C52ADA">
    <w:name w:val="8CF145A31CE84D5FB5872EF400C52ADA"/>
    <w:rsid w:val="00C15348"/>
  </w:style>
  <w:style w:type="paragraph" w:customStyle="1" w:styleId="2DC4F3AF62B64394972D5BCD2CBCBB98">
    <w:name w:val="2DC4F3AF62B64394972D5BCD2CBCBB98"/>
    <w:rsid w:val="00C15348"/>
  </w:style>
  <w:style w:type="paragraph" w:customStyle="1" w:styleId="A8A0D4CD5BEC4B0D92761194ED8D3621">
    <w:name w:val="A8A0D4CD5BEC4B0D92761194ED8D3621"/>
    <w:rsid w:val="00C15348"/>
  </w:style>
  <w:style w:type="paragraph" w:customStyle="1" w:styleId="4ED01243361B45EBA4ACA7825CE7AC55">
    <w:name w:val="4ED01243361B45EBA4ACA7825CE7AC55"/>
    <w:rsid w:val="00C15348"/>
  </w:style>
  <w:style w:type="paragraph" w:customStyle="1" w:styleId="325AC45C362E49618859C7A5C3DBA529">
    <w:name w:val="325AC45C362E49618859C7A5C3DBA529"/>
    <w:rsid w:val="00C15348"/>
  </w:style>
  <w:style w:type="paragraph" w:customStyle="1" w:styleId="D86FB1FD1B6A4447B8D835C6CA67D1AF">
    <w:name w:val="D86FB1FD1B6A4447B8D835C6CA67D1AF"/>
    <w:rsid w:val="00C15348"/>
  </w:style>
  <w:style w:type="paragraph" w:customStyle="1" w:styleId="C5ADEDC169C042E58045EEBBC7B64888">
    <w:name w:val="C5ADEDC169C042E58045EEBBC7B64888"/>
    <w:rsid w:val="00C15348"/>
  </w:style>
  <w:style w:type="paragraph" w:customStyle="1" w:styleId="4CF8D92AFC1D4C658603E21C73231395">
    <w:name w:val="4CF8D92AFC1D4C658603E21C73231395"/>
    <w:rsid w:val="00C15348"/>
  </w:style>
  <w:style w:type="paragraph" w:customStyle="1" w:styleId="6F0071A5BD86421684A6380C9CE26BCE">
    <w:name w:val="6F0071A5BD86421684A6380C9CE26BCE"/>
    <w:rsid w:val="00C15348"/>
  </w:style>
  <w:style w:type="paragraph" w:customStyle="1" w:styleId="A8CFFE72291D4B6085A4D554CCE3797B">
    <w:name w:val="A8CFFE72291D4B6085A4D554CCE3797B"/>
    <w:rsid w:val="00C15348"/>
  </w:style>
  <w:style w:type="paragraph" w:customStyle="1" w:styleId="680FD3CCD2DD446FBB1C0923F02C12CC">
    <w:name w:val="680FD3CCD2DD446FBB1C0923F02C12CC"/>
    <w:rsid w:val="00C15348"/>
  </w:style>
  <w:style w:type="paragraph" w:customStyle="1" w:styleId="9B31CFBF72D0433A9687AA8F38FF2D17">
    <w:name w:val="9B31CFBF72D0433A9687AA8F38FF2D17"/>
    <w:rsid w:val="00C15348"/>
  </w:style>
  <w:style w:type="paragraph" w:customStyle="1" w:styleId="D7E767A543FB49ECB116B02362C08A43">
    <w:name w:val="D7E767A543FB49ECB116B02362C08A43"/>
    <w:rsid w:val="00C15348"/>
  </w:style>
  <w:style w:type="paragraph" w:customStyle="1" w:styleId="FA2EDAF59F2B44689D1C4569A81DAFD3">
    <w:name w:val="FA2EDAF59F2B44689D1C4569A81DAFD3"/>
    <w:rsid w:val="00C15348"/>
  </w:style>
  <w:style w:type="paragraph" w:customStyle="1" w:styleId="5A8565E9D62C4EB4B7868765CE501DFA">
    <w:name w:val="5A8565E9D62C4EB4B7868765CE501DFA"/>
    <w:rsid w:val="00C15348"/>
  </w:style>
  <w:style w:type="paragraph" w:customStyle="1" w:styleId="E80E9193088F4781A891909882243402">
    <w:name w:val="E80E9193088F4781A891909882243402"/>
    <w:rsid w:val="00C15348"/>
  </w:style>
  <w:style w:type="paragraph" w:customStyle="1" w:styleId="1F16EF84CFD745F8B83C941489686091">
    <w:name w:val="1F16EF84CFD745F8B83C941489686091"/>
    <w:rsid w:val="00C15348"/>
  </w:style>
  <w:style w:type="paragraph" w:customStyle="1" w:styleId="778EBF5CA0044D03B4AA2235CEB81A4B">
    <w:name w:val="778EBF5CA0044D03B4AA2235CEB81A4B"/>
    <w:rsid w:val="00C15348"/>
  </w:style>
  <w:style w:type="paragraph" w:customStyle="1" w:styleId="C551B125A0AB4E45988684B1CCB23063">
    <w:name w:val="C551B125A0AB4E45988684B1CCB23063"/>
    <w:rsid w:val="00C15348"/>
  </w:style>
  <w:style w:type="paragraph" w:customStyle="1" w:styleId="B0F88486065F4C78833A88EC9572FEBB">
    <w:name w:val="B0F88486065F4C78833A88EC9572FEBB"/>
    <w:rsid w:val="00C15348"/>
  </w:style>
  <w:style w:type="paragraph" w:customStyle="1" w:styleId="52413C6E8A564A21B3AD39BEECD8898C">
    <w:name w:val="52413C6E8A564A21B3AD39BEECD8898C"/>
    <w:rsid w:val="00C15348"/>
  </w:style>
  <w:style w:type="paragraph" w:customStyle="1" w:styleId="EF3E8C238E4D4C25AEC165941794756D">
    <w:name w:val="EF3E8C238E4D4C25AEC165941794756D"/>
    <w:rsid w:val="00C15348"/>
  </w:style>
  <w:style w:type="paragraph" w:customStyle="1" w:styleId="58E7B71BE9AF4D0C9D999552E636CE9D">
    <w:name w:val="58E7B71BE9AF4D0C9D999552E636CE9D"/>
    <w:rsid w:val="00C15348"/>
  </w:style>
  <w:style w:type="paragraph" w:customStyle="1" w:styleId="77529019E2A642A990A622591BA2FAD1">
    <w:name w:val="77529019E2A642A990A622591BA2FAD1"/>
    <w:rsid w:val="00C15348"/>
  </w:style>
  <w:style w:type="paragraph" w:customStyle="1" w:styleId="72C4041A107D45C197C66720C0B47045">
    <w:name w:val="72C4041A107D45C197C66720C0B47045"/>
    <w:rsid w:val="00C15348"/>
  </w:style>
  <w:style w:type="paragraph" w:customStyle="1" w:styleId="40865045EBF848C3A76EB5738EF19A05">
    <w:name w:val="40865045EBF848C3A76EB5738EF19A05"/>
    <w:rsid w:val="00C15348"/>
  </w:style>
  <w:style w:type="paragraph" w:customStyle="1" w:styleId="EC523795870949DC872D4704BC3EF38A">
    <w:name w:val="EC523795870949DC872D4704BC3EF38A"/>
    <w:rsid w:val="00C15348"/>
  </w:style>
  <w:style w:type="paragraph" w:customStyle="1" w:styleId="9AEBE97ACAC0479D8FF7A077D1827D07">
    <w:name w:val="9AEBE97ACAC0479D8FF7A077D1827D07"/>
    <w:rsid w:val="00C15348"/>
  </w:style>
  <w:style w:type="paragraph" w:customStyle="1" w:styleId="45AD43DCB01E492EAE38DD2CD8AC6EFD">
    <w:name w:val="45AD43DCB01E492EAE38DD2CD8AC6EFD"/>
    <w:rsid w:val="00C15348"/>
  </w:style>
  <w:style w:type="paragraph" w:customStyle="1" w:styleId="182ECDBA034742C2AEE89D1E899ADA5E">
    <w:name w:val="182ECDBA034742C2AEE89D1E899ADA5E"/>
    <w:rsid w:val="00C15348"/>
  </w:style>
  <w:style w:type="paragraph" w:customStyle="1" w:styleId="B7C72DB48C534B0490BAD94EBDD09DB7">
    <w:name w:val="B7C72DB48C534B0490BAD94EBDD09DB7"/>
    <w:rsid w:val="00C15348"/>
  </w:style>
  <w:style w:type="paragraph" w:customStyle="1" w:styleId="1F72009A793D44D69F275E72E39A4155">
    <w:name w:val="1F72009A793D44D69F275E72E39A4155"/>
    <w:rsid w:val="00531921"/>
  </w:style>
  <w:style w:type="paragraph" w:customStyle="1" w:styleId="6EBF239F87024C759225D9CCE4244952">
    <w:name w:val="6EBF239F87024C759225D9CCE4244952"/>
    <w:rsid w:val="00531921"/>
  </w:style>
  <w:style w:type="paragraph" w:customStyle="1" w:styleId="334C278F48E24E3081F0225913D0B53F">
    <w:name w:val="334C278F48E24E3081F0225913D0B53F"/>
    <w:rsid w:val="00531921"/>
  </w:style>
  <w:style w:type="paragraph" w:customStyle="1" w:styleId="4C7CB446A0094AFDB350BBA0773E71AC">
    <w:name w:val="4C7CB446A0094AFDB350BBA0773E71AC"/>
    <w:rsid w:val="004C23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8BDF0-0AB2-4AC0-A97D-A7F76D00F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1</TotalTime>
  <Pages>1</Pages>
  <Words>174</Words>
  <Characters>1255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 - rozpiska (obecná)</vt:lpstr>
    </vt:vector>
  </TitlesOfParts>
  <Company>Sweco Hydroprojekt a.s.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- rozpiska (obecná)</dc:title>
  <dc:creator>Sweco Hydroprojekt a.s.</dc:creator>
  <cp:lastModifiedBy>Kubová, Dagmar</cp:lastModifiedBy>
  <cp:revision>2</cp:revision>
  <cp:lastPrinted>2022-02-01T10:51:00Z</cp:lastPrinted>
  <dcterms:created xsi:type="dcterms:W3CDTF">2022-02-01T11:07:00Z</dcterms:created>
  <dcterms:modified xsi:type="dcterms:W3CDTF">2022-02-01T11:07:00Z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2020-12-18T12:07:31Z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041e0dc2-1ab9-4ed3-9987-0000aec6135e</vt:lpwstr>
  </property>
  <property fmtid="{D5CDD505-2E9C-101B-9397-08002B2CF9AE}" pid="8" name="MSIP_Label_43f08ec5-d6d9-4227-8387-ccbfcb3632c4_ContentBits">
    <vt:lpwstr>0</vt:lpwstr>
  </property>
</Properties>
</file>